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19E" w:rsidRDefault="00FE319E" w:rsidP="00FE319E">
      <w:pPr>
        <w:pStyle w:val="CourseName"/>
      </w:pPr>
      <w:r>
        <w:t xml:space="preserve">AOIT Computer </w:t>
      </w:r>
      <w:r w:rsidRPr="00973980">
        <w:t>Networking</w:t>
      </w:r>
    </w:p>
    <w:p w:rsidR="00FE319E" w:rsidRDefault="00FE319E" w:rsidP="00FE319E">
      <w:pPr>
        <w:pStyle w:val="LessonNo"/>
      </w:pPr>
      <w:r>
        <w:t xml:space="preserve">Lesson 12 </w:t>
      </w:r>
    </w:p>
    <w:p w:rsidR="00FE319E" w:rsidRDefault="00FE319E" w:rsidP="00FE319E">
      <w:pPr>
        <w:pStyle w:val="LessonTitle"/>
      </w:pPr>
      <w:r>
        <w:t>Host Access</w:t>
      </w:r>
    </w:p>
    <w:p w:rsidR="00FE319E" w:rsidRPr="00CC58E3" w:rsidRDefault="00FE319E" w:rsidP="00FE319E">
      <w:pPr>
        <w:pStyle w:val="Resources"/>
      </w:pPr>
      <w:r w:rsidRPr="00CC58E3">
        <w:t>Student Resources</w:t>
      </w:r>
      <w:bookmarkStart w:id="0" w:name="_GoBack"/>
      <w:bookmarkEnd w:id="0"/>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724"/>
        <w:gridCol w:w="6636"/>
      </w:tblGrid>
      <w:tr w:rsidR="00FE319E" w:rsidRPr="00CC58E3">
        <w:tc>
          <w:tcPr>
            <w:tcW w:w="1455" w:type="pct"/>
            <w:tcBorders>
              <w:bottom w:val="single" w:sz="4" w:space="0" w:color="auto"/>
            </w:tcBorders>
            <w:shd w:val="clear" w:color="auto" w:fill="336699"/>
          </w:tcPr>
          <w:p w:rsidR="00FE319E" w:rsidRPr="00042E92" w:rsidRDefault="00FE319E" w:rsidP="00FE319E">
            <w:pPr>
              <w:pStyle w:val="TableHeadings"/>
            </w:pPr>
            <w:r>
              <w:t>Resource</w:t>
            </w:r>
          </w:p>
        </w:tc>
        <w:tc>
          <w:tcPr>
            <w:tcW w:w="3545" w:type="pct"/>
            <w:tcBorders>
              <w:bottom w:val="single" w:sz="4" w:space="0" w:color="auto"/>
            </w:tcBorders>
            <w:shd w:val="clear" w:color="auto" w:fill="336699"/>
          </w:tcPr>
          <w:p w:rsidR="00FE319E" w:rsidRPr="00042E92" w:rsidRDefault="00FE319E" w:rsidP="00FE319E">
            <w:pPr>
              <w:pStyle w:val="TableHeadings"/>
            </w:pPr>
            <w:r>
              <w:t>Description</w:t>
            </w:r>
            <w:r w:rsidRPr="00042E92">
              <w:t xml:space="preserve"> </w:t>
            </w:r>
          </w:p>
        </w:tc>
      </w:tr>
      <w:tr w:rsidR="00094A34" w:rsidRPr="00CC58E3">
        <w:tc>
          <w:tcPr>
            <w:tcW w:w="1455" w:type="pct"/>
            <w:shd w:val="clear" w:color="auto" w:fill="C6D9F1"/>
          </w:tcPr>
          <w:p w:rsidR="00094A34" w:rsidRPr="00CC58E3" w:rsidRDefault="00094A34" w:rsidP="00094A34">
            <w:pPr>
              <w:pStyle w:val="TableText"/>
            </w:pPr>
            <w:r>
              <w:t>Student Resource 12.1</w:t>
            </w:r>
          </w:p>
        </w:tc>
        <w:tc>
          <w:tcPr>
            <w:tcW w:w="3545" w:type="pct"/>
            <w:shd w:val="clear" w:color="auto" w:fill="C6D9F1"/>
          </w:tcPr>
          <w:p w:rsidR="00094A34" w:rsidRDefault="00094A34" w:rsidP="00FE319E">
            <w:pPr>
              <w:pStyle w:val="TableText"/>
            </w:pPr>
            <w:r>
              <w:t>Anticipation Guide: Internet Services</w:t>
            </w:r>
          </w:p>
        </w:tc>
      </w:tr>
      <w:tr w:rsidR="00094A34" w:rsidRPr="00CC58E3">
        <w:tc>
          <w:tcPr>
            <w:tcW w:w="1455" w:type="pct"/>
            <w:shd w:val="clear" w:color="auto" w:fill="FFFFFF"/>
          </w:tcPr>
          <w:p w:rsidR="00094A34" w:rsidRPr="00CC58E3" w:rsidRDefault="00094A34" w:rsidP="00094A34">
            <w:pPr>
              <w:pStyle w:val="TableText"/>
            </w:pPr>
            <w:r>
              <w:t>Student Resource 12.2</w:t>
            </w:r>
          </w:p>
        </w:tc>
        <w:tc>
          <w:tcPr>
            <w:tcW w:w="3545" w:type="pct"/>
            <w:shd w:val="clear" w:color="auto" w:fill="FFFFFF"/>
          </w:tcPr>
          <w:p w:rsidR="00094A34" w:rsidRPr="00CC58E3" w:rsidRDefault="00094A34" w:rsidP="00FE319E">
            <w:pPr>
              <w:pStyle w:val="TableText"/>
            </w:pPr>
            <w:smartTag w:uri="urn:schemas-microsoft-com:office:smarttags" w:element="place">
              <w:smartTag w:uri="urn:schemas-microsoft-com:office:smarttags" w:element="City">
                <w:r>
                  <w:t>Reading</w:t>
                </w:r>
              </w:smartTag>
            </w:smartTag>
            <w:r>
              <w:t>: Internet Services</w:t>
            </w:r>
            <w:r w:rsidRPr="00CC58E3">
              <w:t xml:space="preserve"> </w:t>
            </w:r>
          </w:p>
        </w:tc>
      </w:tr>
      <w:tr w:rsidR="00094A34" w:rsidRPr="00CC58E3">
        <w:tc>
          <w:tcPr>
            <w:tcW w:w="1455" w:type="pct"/>
            <w:tcBorders>
              <w:bottom w:val="single" w:sz="4" w:space="0" w:color="auto"/>
            </w:tcBorders>
            <w:shd w:val="clear" w:color="auto" w:fill="C6D9F1"/>
          </w:tcPr>
          <w:p w:rsidR="00094A34" w:rsidRPr="00CC58E3" w:rsidRDefault="00094A34" w:rsidP="00094A34">
            <w:pPr>
              <w:pStyle w:val="TableText"/>
            </w:pPr>
            <w:r>
              <w:t>Student Resource 12.3</w:t>
            </w:r>
          </w:p>
        </w:tc>
        <w:tc>
          <w:tcPr>
            <w:tcW w:w="3545" w:type="pct"/>
            <w:tcBorders>
              <w:bottom w:val="single" w:sz="4" w:space="0" w:color="auto"/>
            </w:tcBorders>
            <w:shd w:val="clear" w:color="auto" w:fill="C6D9F1"/>
          </w:tcPr>
          <w:p w:rsidR="00094A34" w:rsidRPr="00CC58E3" w:rsidRDefault="00816378" w:rsidP="00816378">
            <w:pPr>
              <w:pStyle w:val="TableText"/>
            </w:pPr>
            <w:r>
              <w:t>Investigation Notes</w:t>
            </w:r>
            <w:r w:rsidR="00094A34">
              <w:t xml:space="preserve">: Residential Network </w:t>
            </w:r>
          </w:p>
        </w:tc>
      </w:tr>
      <w:tr w:rsidR="00094A34" w:rsidRPr="00CC58E3">
        <w:tc>
          <w:tcPr>
            <w:tcW w:w="1455" w:type="pct"/>
            <w:shd w:val="clear" w:color="auto" w:fill="FFFFFF"/>
          </w:tcPr>
          <w:p w:rsidR="00094A34" w:rsidRPr="00CC58E3" w:rsidRDefault="00094A34" w:rsidP="00094A34">
            <w:pPr>
              <w:pStyle w:val="TableText"/>
            </w:pPr>
            <w:r w:rsidRPr="00CC58E3">
              <w:t>Student Resou</w:t>
            </w:r>
            <w:r>
              <w:t>rce 12.4</w:t>
            </w:r>
          </w:p>
        </w:tc>
        <w:tc>
          <w:tcPr>
            <w:tcW w:w="3545" w:type="pct"/>
            <w:shd w:val="clear" w:color="auto" w:fill="FFFFFF"/>
          </w:tcPr>
          <w:p w:rsidR="00094A34" w:rsidRPr="00CC58E3" w:rsidRDefault="00FE6409" w:rsidP="00FE6409">
            <w:pPr>
              <w:pStyle w:val="TableText"/>
            </w:pPr>
            <w:smartTag w:uri="urn:schemas-microsoft-com:office:smarttags" w:element="place">
              <w:smartTag w:uri="urn:schemas-microsoft-com:office:smarttags" w:element="City">
                <w:r>
                  <w:t>Reading</w:t>
                </w:r>
              </w:smartTag>
            </w:smartTag>
            <w:r>
              <w:t xml:space="preserve">: Internet Service Providers </w:t>
            </w:r>
          </w:p>
        </w:tc>
      </w:tr>
      <w:tr w:rsidR="00094A34" w:rsidRPr="00CC58E3">
        <w:tc>
          <w:tcPr>
            <w:tcW w:w="1455" w:type="pct"/>
            <w:tcBorders>
              <w:bottom w:val="single" w:sz="4" w:space="0" w:color="auto"/>
            </w:tcBorders>
            <w:shd w:val="clear" w:color="auto" w:fill="C6D9F1"/>
          </w:tcPr>
          <w:p w:rsidR="00094A34" w:rsidRPr="00CC58E3" w:rsidRDefault="00094A34" w:rsidP="00FE319E">
            <w:pPr>
              <w:pStyle w:val="TableText"/>
            </w:pPr>
            <w:r w:rsidRPr="00CC58E3">
              <w:t>Student Resou</w:t>
            </w:r>
            <w:r>
              <w:t>rce 12.5</w:t>
            </w:r>
          </w:p>
        </w:tc>
        <w:tc>
          <w:tcPr>
            <w:tcW w:w="3545" w:type="pct"/>
            <w:tcBorders>
              <w:bottom w:val="single" w:sz="4" w:space="0" w:color="auto"/>
            </w:tcBorders>
            <w:shd w:val="clear" w:color="auto" w:fill="C6D9F1"/>
          </w:tcPr>
          <w:p w:rsidR="00094A34" w:rsidRPr="00CC58E3" w:rsidRDefault="00FE6409" w:rsidP="00FE319E">
            <w:pPr>
              <w:pStyle w:val="TableText"/>
            </w:pPr>
            <w:r>
              <w:t>Assignment</w:t>
            </w:r>
            <w:r w:rsidR="007C09A6">
              <w:t xml:space="preserve"> Sheet</w:t>
            </w:r>
            <w:r>
              <w:t>: Internet Services Poster</w:t>
            </w:r>
          </w:p>
        </w:tc>
      </w:tr>
    </w:tbl>
    <w:p w:rsidR="00FE319E" w:rsidRPr="00CC58E3" w:rsidRDefault="00FE319E" w:rsidP="00FE319E">
      <w:pPr>
        <w:pStyle w:val="BodyText"/>
      </w:pPr>
    </w:p>
    <w:p w:rsidR="00537822" w:rsidRDefault="00537822" w:rsidP="00537822">
      <w:pPr>
        <w:pStyle w:val="ResourceNo"/>
      </w:pPr>
      <w:r w:rsidRPr="00CC58E3">
        <w:lastRenderedPageBreak/>
        <w:t xml:space="preserve">Student Resource </w:t>
      </w:r>
      <w:r>
        <w:t>12.1</w:t>
      </w:r>
    </w:p>
    <w:p w:rsidR="00537822" w:rsidRDefault="00537822" w:rsidP="00537822">
      <w:pPr>
        <w:pStyle w:val="ResourceTitle"/>
      </w:pPr>
      <w:r w:rsidRPr="00CC58E3">
        <w:t xml:space="preserve">Anticipation Guide: </w:t>
      </w:r>
      <w:r>
        <w:t>Internet Services</w:t>
      </w:r>
    </w:p>
    <w:p w:rsidR="00537822" w:rsidRPr="00AE5562" w:rsidRDefault="00537822" w:rsidP="00537822">
      <w:pPr>
        <w:pStyle w:val="Instructions"/>
      </w:pPr>
      <w:r>
        <w:t>Student Name</w:t>
      </w:r>
      <w:proofErr w:type="gramStart"/>
      <w:r>
        <w:t>:_</w:t>
      </w:r>
      <w:proofErr w:type="gramEnd"/>
      <w:r>
        <w:t>________________________________________________ Date:___________</w:t>
      </w:r>
    </w:p>
    <w:p w:rsidR="00537822" w:rsidRPr="00CC58E3" w:rsidRDefault="00537822" w:rsidP="00537822">
      <w:pPr>
        <w:pStyle w:val="Instructions"/>
      </w:pPr>
      <w:r w:rsidRPr="00CC58E3">
        <w:t xml:space="preserve">Directions: </w:t>
      </w:r>
      <w:r w:rsidR="007859CC" w:rsidRPr="009064AE">
        <w:rPr>
          <w:iCs/>
        </w:rPr>
        <w:t>For each of the statements below, underline “I agree” if you think the statement is accurate or “I disagree” if you disagree with it. Write one reason to explain your guess.</w:t>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77"/>
        <w:gridCol w:w="7246"/>
        <w:gridCol w:w="17"/>
      </w:tblGrid>
      <w:tr w:rsidR="00537822" w:rsidRPr="00CC58E3" w:rsidTr="00951A5E">
        <w:trPr>
          <w:gridAfter w:val="1"/>
          <w:wAfter w:w="17" w:type="dxa"/>
        </w:trPr>
        <w:tc>
          <w:tcPr>
            <w:tcW w:w="9240" w:type="dxa"/>
            <w:gridSpan w:val="2"/>
            <w:shd w:val="clear" w:color="auto" w:fill="CADCEE"/>
            <w:tcMar>
              <w:top w:w="72" w:type="dxa"/>
              <w:left w:w="72" w:type="dxa"/>
              <w:bottom w:w="72" w:type="dxa"/>
              <w:right w:w="72" w:type="dxa"/>
            </w:tcMar>
          </w:tcPr>
          <w:p w:rsidR="00537822" w:rsidRPr="00537822" w:rsidRDefault="00537822" w:rsidP="00537822">
            <w:pPr>
              <w:pStyle w:val="BodyText"/>
              <w:rPr>
                <w:b/>
                <w:color w:val="000000"/>
              </w:rPr>
            </w:pPr>
            <w:r w:rsidRPr="00537822">
              <w:rPr>
                <w:b/>
              </w:rPr>
              <w:t>Although DSL Internet travels through your home telephone line, you can still make phone calls while using the Internet.</w:t>
            </w:r>
          </w:p>
        </w:tc>
      </w:tr>
      <w:tr w:rsidR="00537822" w:rsidRPr="00CC58E3" w:rsidTr="00951A5E">
        <w:trPr>
          <w:gridAfter w:val="1"/>
          <w:wAfter w:w="17" w:type="dxa"/>
        </w:trPr>
        <w:tc>
          <w:tcPr>
            <w:tcW w:w="1980" w:type="dxa"/>
            <w:shd w:val="clear" w:color="auto" w:fill="auto"/>
            <w:tcMar>
              <w:top w:w="72" w:type="dxa"/>
              <w:left w:w="72" w:type="dxa"/>
              <w:bottom w:w="72" w:type="dxa"/>
              <w:right w:w="72" w:type="dxa"/>
            </w:tcMar>
          </w:tcPr>
          <w:p w:rsidR="00537822" w:rsidRPr="00CC58E3" w:rsidRDefault="00537822" w:rsidP="00094A34">
            <w:pPr>
              <w:pStyle w:val="Tabletextcolumnheading"/>
            </w:pPr>
            <w:r>
              <w:t>My guess:</w:t>
            </w:r>
          </w:p>
        </w:tc>
        <w:tc>
          <w:tcPr>
            <w:tcW w:w="7260" w:type="dxa"/>
            <w:shd w:val="clear" w:color="auto" w:fill="auto"/>
            <w:tcMar>
              <w:top w:w="72" w:type="dxa"/>
              <w:left w:w="72" w:type="dxa"/>
              <w:bottom w:w="72" w:type="dxa"/>
              <w:right w:w="72" w:type="dxa"/>
            </w:tcMar>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rsidTr="00951A5E">
        <w:trPr>
          <w:gridAfter w:val="1"/>
          <w:wAfter w:w="17" w:type="dxa"/>
        </w:trPr>
        <w:tc>
          <w:tcPr>
            <w:tcW w:w="1980" w:type="dxa"/>
            <w:shd w:val="clear" w:color="auto" w:fill="auto"/>
            <w:tcMar>
              <w:top w:w="72" w:type="dxa"/>
              <w:left w:w="72" w:type="dxa"/>
              <w:bottom w:w="72" w:type="dxa"/>
              <w:right w:w="72" w:type="dxa"/>
            </w:tcMar>
          </w:tcPr>
          <w:p w:rsidR="00537822" w:rsidRPr="00CC58E3" w:rsidRDefault="00537822" w:rsidP="00094A34">
            <w:pPr>
              <w:pStyle w:val="Tabletextcolumnheading"/>
            </w:pPr>
            <w:r>
              <w:t>My reason:</w:t>
            </w:r>
          </w:p>
        </w:tc>
        <w:tc>
          <w:tcPr>
            <w:tcW w:w="7260" w:type="dxa"/>
            <w:shd w:val="clear" w:color="auto" w:fill="auto"/>
            <w:tcMar>
              <w:top w:w="72" w:type="dxa"/>
              <w:left w:w="72" w:type="dxa"/>
              <w:bottom w:w="72" w:type="dxa"/>
              <w:right w:w="72" w:type="dxa"/>
            </w:tcMar>
          </w:tcPr>
          <w:p w:rsidR="00537822" w:rsidRPr="00CC58E3" w:rsidRDefault="00537822" w:rsidP="00094A34">
            <w:pPr>
              <w:pStyle w:val="TableText"/>
            </w:pPr>
          </w:p>
        </w:tc>
      </w:tr>
      <w:tr w:rsidR="00537822" w:rsidRPr="00CC58E3" w:rsidTr="00951A5E">
        <w:trPr>
          <w:gridAfter w:val="1"/>
          <w:wAfter w:w="17" w:type="dxa"/>
        </w:trPr>
        <w:tc>
          <w:tcPr>
            <w:tcW w:w="1980" w:type="dxa"/>
            <w:tcBorders>
              <w:bottom w:val="single" w:sz="4" w:space="0" w:color="auto"/>
            </w:tcBorders>
            <w:tcMar>
              <w:top w:w="72" w:type="dxa"/>
              <w:left w:w="72" w:type="dxa"/>
              <w:bottom w:w="72" w:type="dxa"/>
              <w:right w:w="72" w:type="dxa"/>
            </w:tcMar>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Mar>
              <w:top w:w="72" w:type="dxa"/>
              <w:left w:w="72" w:type="dxa"/>
              <w:bottom w:w="72" w:type="dxa"/>
              <w:right w:w="72" w:type="dxa"/>
            </w:tcMar>
          </w:tcPr>
          <w:p w:rsidR="00537822" w:rsidRPr="00CC58E3" w:rsidRDefault="00537822" w:rsidP="00094A34">
            <w:pPr>
              <w:pStyle w:val="TableText"/>
            </w:pPr>
          </w:p>
        </w:tc>
      </w:tr>
      <w:tr w:rsidR="00537822" w:rsidRPr="00CC58E3" w:rsidTr="00951A5E">
        <w:trPr>
          <w:gridAfter w:val="1"/>
          <w:wAfter w:w="17" w:type="dxa"/>
        </w:trPr>
        <w:tc>
          <w:tcPr>
            <w:tcW w:w="9240" w:type="dxa"/>
            <w:gridSpan w:val="2"/>
            <w:shd w:val="clear" w:color="auto" w:fill="CADCEE"/>
            <w:tcMar>
              <w:top w:w="72" w:type="dxa"/>
              <w:left w:w="72" w:type="dxa"/>
              <w:bottom w:w="72" w:type="dxa"/>
              <w:right w:w="72" w:type="dxa"/>
            </w:tcMar>
          </w:tcPr>
          <w:p w:rsidR="00537822" w:rsidRPr="00537822" w:rsidRDefault="00537822" w:rsidP="00537822">
            <w:pPr>
              <w:pStyle w:val="BodyText"/>
              <w:rPr>
                <w:b/>
              </w:rPr>
            </w:pPr>
            <w:r w:rsidRPr="00537822">
              <w:rPr>
                <w:b/>
              </w:rPr>
              <w:t>Cable Internet is used by people from rural areas who can’t connect to the Internet using other services.</w:t>
            </w:r>
          </w:p>
        </w:tc>
      </w:tr>
      <w:tr w:rsidR="00537822" w:rsidRPr="00CC58E3" w:rsidTr="00951A5E">
        <w:trPr>
          <w:gridAfter w:val="1"/>
          <w:wAfter w:w="17" w:type="dxa"/>
          <w:trHeight w:val="475"/>
        </w:trPr>
        <w:tc>
          <w:tcPr>
            <w:tcW w:w="1980" w:type="dxa"/>
            <w:tcMar>
              <w:top w:w="72" w:type="dxa"/>
              <w:left w:w="72" w:type="dxa"/>
              <w:bottom w:w="72" w:type="dxa"/>
              <w:right w:w="72" w:type="dxa"/>
            </w:tcMar>
          </w:tcPr>
          <w:p w:rsidR="00537822" w:rsidRPr="00CC58E3" w:rsidRDefault="00537822" w:rsidP="00094A34">
            <w:pPr>
              <w:pStyle w:val="Tabletextcolumnheading"/>
            </w:pPr>
            <w:r>
              <w:t>My guess:</w:t>
            </w:r>
          </w:p>
        </w:tc>
        <w:tc>
          <w:tcPr>
            <w:tcW w:w="7260" w:type="dxa"/>
            <w:tcMar>
              <w:top w:w="72" w:type="dxa"/>
              <w:left w:w="72" w:type="dxa"/>
              <w:bottom w:w="72" w:type="dxa"/>
              <w:right w:w="72" w:type="dxa"/>
            </w:tcMar>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rsidTr="00951A5E">
        <w:trPr>
          <w:gridAfter w:val="1"/>
          <w:wAfter w:w="17" w:type="dxa"/>
        </w:trPr>
        <w:tc>
          <w:tcPr>
            <w:tcW w:w="1980" w:type="dxa"/>
            <w:tcBorders>
              <w:bottom w:val="single" w:sz="4" w:space="0" w:color="auto"/>
            </w:tcBorders>
            <w:tcMar>
              <w:top w:w="72" w:type="dxa"/>
              <w:left w:w="72" w:type="dxa"/>
              <w:bottom w:w="72" w:type="dxa"/>
              <w:right w:w="72" w:type="dxa"/>
            </w:tcMar>
          </w:tcPr>
          <w:p w:rsidR="00537822" w:rsidRPr="00CC58E3" w:rsidRDefault="00537822" w:rsidP="00094A34">
            <w:pPr>
              <w:pStyle w:val="Tabletextcolumnheading"/>
            </w:pPr>
            <w:r>
              <w:t>My reason:</w:t>
            </w:r>
          </w:p>
        </w:tc>
        <w:tc>
          <w:tcPr>
            <w:tcW w:w="7260" w:type="dxa"/>
            <w:tcBorders>
              <w:bottom w:val="single" w:sz="4" w:space="0" w:color="auto"/>
            </w:tcBorders>
            <w:tcMar>
              <w:top w:w="72" w:type="dxa"/>
              <w:left w:w="72" w:type="dxa"/>
              <w:bottom w:w="72" w:type="dxa"/>
              <w:right w:w="72" w:type="dxa"/>
            </w:tcMar>
          </w:tcPr>
          <w:p w:rsidR="00537822" w:rsidRPr="00CC58E3" w:rsidRDefault="00537822" w:rsidP="00094A34">
            <w:pPr>
              <w:pStyle w:val="TableText"/>
            </w:pPr>
          </w:p>
        </w:tc>
      </w:tr>
      <w:tr w:rsidR="00537822" w:rsidRPr="00CC58E3" w:rsidTr="00951A5E">
        <w:trPr>
          <w:gridAfter w:val="1"/>
          <w:wAfter w:w="17" w:type="dxa"/>
        </w:trPr>
        <w:tc>
          <w:tcPr>
            <w:tcW w:w="1980" w:type="dxa"/>
            <w:tcMar>
              <w:top w:w="72" w:type="dxa"/>
              <w:left w:w="72" w:type="dxa"/>
              <w:bottom w:w="72" w:type="dxa"/>
              <w:right w:w="72" w:type="dxa"/>
            </w:tcMar>
            <w:vAlign w:val="center"/>
          </w:tcPr>
          <w:p w:rsidR="00537822" w:rsidRPr="00CC58E3" w:rsidRDefault="00537822" w:rsidP="00094A34">
            <w:pPr>
              <w:pStyle w:val="Tabletextcolumnheadings"/>
            </w:pPr>
            <w:r w:rsidRPr="00CC58E3">
              <w:t>I learned:</w:t>
            </w:r>
          </w:p>
        </w:tc>
        <w:tc>
          <w:tcPr>
            <w:tcW w:w="7260" w:type="dxa"/>
            <w:tcMar>
              <w:top w:w="72" w:type="dxa"/>
              <w:left w:w="72" w:type="dxa"/>
              <w:bottom w:w="72" w:type="dxa"/>
              <w:right w:w="72" w:type="dxa"/>
            </w:tcMar>
          </w:tcPr>
          <w:p w:rsidR="00537822" w:rsidRPr="00CC58E3" w:rsidRDefault="00537822" w:rsidP="00094A34">
            <w:pPr>
              <w:pStyle w:val="TableText"/>
            </w:pPr>
          </w:p>
        </w:tc>
      </w:tr>
      <w:tr w:rsidR="00537822" w:rsidRPr="00287A5D">
        <w:tc>
          <w:tcPr>
            <w:tcW w:w="9240" w:type="dxa"/>
            <w:gridSpan w:val="3"/>
            <w:shd w:val="clear" w:color="auto" w:fill="CADCEE"/>
          </w:tcPr>
          <w:p w:rsidR="00537822" w:rsidRPr="00537822" w:rsidRDefault="00094A34" w:rsidP="00537822">
            <w:pPr>
              <w:pStyle w:val="BodyText"/>
              <w:rPr>
                <w:b/>
                <w:color w:val="000000"/>
              </w:rPr>
            </w:pPr>
            <w:r>
              <w:br w:type="page"/>
            </w:r>
            <w:r w:rsidR="00537822" w:rsidRPr="00537822">
              <w:rPr>
                <w:b/>
              </w:rPr>
              <w:t>Cable Internet is offered through a telephone service provider.</w:t>
            </w:r>
          </w:p>
        </w:tc>
      </w:tr>
      <w:tr w:rsidR="00537822" w:rsidRPr="003A0D10">
        <w:tc>
          <w:tcPr>
            <w:tcW w:w="1980" w:type="dxa"/>
            <w:shd w:val="clear" w:color="auto" w:fill="auto"/>
          </w:tcPr>
          <w:p w:rsidR="00537822" w:rsidRPr="00CC58E3" w:rsidRDefault="00537822" w:rsidP="00094A34">
            <w:pPr>
              <w:pStyle w:val="Tabletextcolumnheading"/>
            </w:pPr>
            <w:r>
              <w:t>My guess:</w:t>
            </w:r>
          </w:p>
        </w:tc>
        <w:tc>
          <w:tcPr>
            <w:tcW w:w="7260" w:type="dxa"/>
            <w:gridSpan w:val="2"/>
            <w:shd w:val="clear" w:color="auto" w:fill="auto"/>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rPr>
          <w:cantSplit/>
        </w:trPr>
        <w:tc>
          <w:tcPr>
            <w:tcW w:w="1980" w:type="dxa"/>
            <w:shd w:val="clear" w:color="auto" w:fill="auto"/>
          </w:tcPr>
          <w:p w:rsidR="00537822" w:rsidRPr="00CC58E3" w:rsidRDefault="00537822" w:rsidP="00094A34">
            <w:pPr>
              <w:pStyle w:val="Tabletextcolumnheading"/>
            </w:pPr>
            <w:r>
              <w:t>My reason:</w:t>
            </w:r>
          </w:p>
        </w:tc>
        <w:tc>
          <w:tcPr>
            <w:tcW w:w="7260" w:type="dxa"/>
            <w:gridSpan w:val="2"/>
            <w:shd w:val="clear" w:color="auto" w:fill="auto"/>
          </w:tcPr>
          <w:p w:rsidR="00537822" w:rsidRPr="00CC58E3" w:rsidRDefault="00537822" w:rsidP="00094A34">
            <w:pPr>
              <w:pStyle w:val="TableText"/>
            </w:pPr>
          </w:p>
        </w:tc>
      </w:tr>
      <w:tr w:rsidR="00537822" w:rsidRPr="00CC58E3">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gridSpan w:val="2"/>
            <w:tcBorders>
              <w:bottom w:val="single" w:sz="4" w:space="0" w:color="auto"/>
            </w:tcBorders>
          </w:tcPr>
          <w:p w:rsidR="00537822" w:rsidRPr="00CC58E3" w:rsidRDefault="00537822" w:rsidP="00094A34">
            <w:pPr>
              <w:pStyle w:val="TableText"/>
            </w:pPr>
          </w:p>
        </w:tc>
      </w:tr>
      <w:tr w:rsidR="00537822" w:rsidRPr="00537822">
        <w:tc>
          <w:tcPr>
            <w:tcW w:w="9240" w:type="dxa"/>
            <w:gridSpan w:val="3"/>
            <w:shd w:val="clear" w:color="auto" w:fill="CADCEE"/>
          </w:tcPr>
          <w:p w:rsidR="00537822" w:rsidRPr="00537822" w:rsidRDefault="00537822" w:rsidP="00537822">
            <w:pPr>
              <w:pStyle w:val="BodyText"/>
              <w:rPr>
                <w:b/>
              </w:rPr>
            </w:pPr>
            <w:r w:rsidRPr="00537822">
              <w:rPr>
                <w:b/>
              </w:rPr>
              <w:t>With DSL, it’s just as fast to upload files as it is to download them.</w:t>
            </w:r>
          </w:p>
        </w:tc>
      </w:tr>
      <w:tr w:rsidR="00537822" w:rsidRPr="003A0D10">
        <w:tc>
          <w:tcPr>
            <w:tcW w:w="1980" w:type="dxa"/>
          </w:tcPr>
          <w:p w:rsidR="00537822" w:rsidRPr="00CC58E3" w:rsidRDefault="00537822" w:rsidP="00094A34">
            <w:pPr>
              <w:pStyle w:val="Tabletextcolumnheading"/>
            </w:pPr>
            <w:r>
              <w:t>My guess:</w:t>
            </w:r>
          </w:p>
        </w:tc>
        <w:tc>
          <w:tcPr>
            <w:tcW w:w="7260" w:type="dxa"/>
            <w:gridSpan w:val="2"/>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tc>
          <w:tcPr>
            <w:tcW w:w="1980" w:type="dxa"/>
          </w:tcPr>
          <w:p w:rsidR="00537822" w:rsidRPr="00CC58E3" w:rsidRDefault="00537822" w:rsidP="00094A34">
            <w:pPr>
              <w:pStyle w:val="Tabletextcolumnheading"/>
            </w:pPr>
            <w:r>
              <w:t>My reason:</w:t>
            </w:r>
          </w:p>
        </w:tc>
        <w:tc>
          <w:tcPr>
            <w:tcW w:w="7260" w:type="dxa"/>
            <w:gridSpan w:val="2"/>
          </w:tcPr>
          <w:p w:rsidR="00537822" w:rsidRPr="00CC58E3" w:rsidRDefault="00537822" w:rsidP="00094A34">
            <w:pPr>
              <w:pStyle w:val="TableText"/>
            </w:pPr>
          </w:p>
        </w:tc>
      </w:tr>
      <w:tr w:rsidR="00537822" w:rsidRPr="003A0D10">
        <w:tc>
          <w:tcPr>
            <w:tcW w:w="1980" w:type="dxa"/>
            <w:tcBorders>
              <w:bottom w:val="single" w:sz="4" w:space="0" w:color="auto"/>
            </w:tcBorders>
            <w:vAlign w:val="center"/>
          </w:tcPr>
          <w:p w:rsidR="00537822" w:rsidRPr="00CC58E3" w:rsidRDefault="00537822" w:rsidP="00094A34">
            <w:pPr>
              <w:pStyle w:val="Tabletextcolumnheadings"/>
            </w:pPr>
            <w:r w:rsidRPr="00CC58E3">
              <w:t>I learned:</w:t>
            </w:r>
          </w:p>
        </w:tc>
        <w:tc>
          <w:tcPr>
            <w:tcW w:w="7260" w:type="dxa"/>
            <w:gridSpan w:val="2"/>
            <w:tcBorders>
              <w:bottom w:val="single" w:sz="4" w:space="0" w:color="auto"/>
            </w:tcBorders>
          </w:tcPr>
          <w:p w:rsidR="00537822" w:rsidRPr="003A0D10" w:rsidRDefault="00537822" w:rsidP="00094A34">
            <w:pPr>
              <w:pStyle w:val="TableText"/>
            </w:pPr>
          </w:p>
        </w:tc>
      </w:tr>
    </w:tbl>
    <w:p w:rsidR="00055AA4" w:rsidRDefault="00055AA4">
      <w:r>
        <w:br w:type="page"/>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right w:w="0" w:type="dxa"/>
        </w:tblCellMar>
        <w:tblLook w:val="0000" w:firstRow="0" w:lastRow="0" w:firstColumn="0" w:lastColumn="0" w:noHBand="0" w:noVBand="0"/>
      </w:tblPr>
      <w:tblGrid>
        <w:gridCol w:w="1980"/>
        <w:gridCol w:w="7260"/>
      </w:tblGrid>
      <w:tr w:rsidR="00537822" w:rsidRPr="00287A5D" w:rsidTr="00951A5E">
        <w:tc>
          <w:tcPr>
            <w:tcW w:w="9240" w:type="dxa"/>
            <w:gridSpan w:val="2"/>
            <w:shd w:val="clear" w:color="auto" w:fill="CADCEE"/>
            <w:tcMar>
              <w:top w:w="72" w:type="dxa"/>
              <w:left w:w="72" w:type="dxa"/>
              <w:bottom w:w="72" w:type="dxa"/>
              <w:right w:w="72" w:type="dxa"/>
            </w:tcMar>
          </w:tcPr>
          <w:p w:rsidR="00537822" w:rsidRPr="00537822" w:rsidRDefault="00537822" w:rsidP="00537822">
            <w:pPr>
              <w:pStyle w:val="BodyText"/>
              <w:rPr>
                <w:b/>
                <w:color w:val="000000"/>
              </w:rPr>
            </w:pPr>
            <w:r w:rsidRPr="00537822">
              <w:rPr>
                <w:b/>
              </w:rPr>
              <w:lastRenderedPageBreak/>
              <w:t>Business users often use satellite Internet, because they can afford to have their own satellite dish.</w:t>
            </w:r>
          </w:p>
        </w:tc>
      </w:tr>
      <w:tr w:rsidR="00537822" w:rsidRPr="003A0D10" w:rsidTr="00951A5E">
        <w:trPr>
          <w:trHeight w:val="475"/>
        </w:trPr>
        <w:tc>
          <w:tcPr>
            <w:tcW w:w="1980" w:type="dxa"/>
            <w:tcMar>
              <w:top w:w="72" w:type="dxa"/>
              <w:left w:w="72" w:type="dxa"/>
              <w:bottom w:w="72" w:type="dxa"/>
              <w:right w:w="72" w:type="dxa"/>
            </w:tcMar>
          </w:tcPr>
          <w:p w:rsidR="00537822" w:rsidRPr="00CC58E3" w:rsidRDefault="00537822" w:rsidP="00094A34">
            <w:pPr>
              <w:pStyle w:val="Tabletextcolumnheading"/>
            </w:pPr>
            <w:r>
              <w:t>My guess:</w:t>
            </w:r>
          </w:p>
        </w:tc>
        <w:tc>
          <w:tcPr>
            <w:tcW w:w="7260" w:type="dxa"/>
            <w:tcMar>
              <w:top w:w="72" w:type="dxa"/>
              <w:left w:w="72" w:type="dxa"/>
              <w:bottom w:w="72" w:type="dxa"/>
              <w:right w:w="72" w:type="dxa"/>
            </w:tcMar>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rsidTr="00951A5E">
        <w:tc>
          <w:tcPr>
            <w:tcW w:w="1980" w:type="dxa"/>
            <w:tcBorders>
              <w:bottom w:val="single" w:sz="4" w:space="0" w:color="auto"/>
            </w:tcBorders>
            <w:tcMar>
              <w:top w:w="72" w:type="dxa"/>
              <w:left w:w="72" w:type="dxa"/>
              <w:bottom w:w="72" w:type="dxa"/>
              <w:right w:w="72" w:type="dxa"/>
            </w:tcMar>
          </w:tcPr>
          <w:p w:rsidR="00537822" w:rsidRPr="00CC58E3" w:rsidRDefault="00537822" w:rsidP="00094A34">
            <w:pPr>
              <w:pStyle w:val="Tabletextcolumnheading"/>
            </w:pPr>
            <w:r>
              <w:t>My reason:</w:t>
            </w:r>
          </w:p>
        </w:tc>
        <w:tc>
          <w:tcPr>
            <w:tcW w:w="7260" w:type="dxa"/>
            <w:tcBorders>
              <w:bottom w:val="single" w:sz="4" w:space="0" w:color="auto"/>
            </w:tcBorders>
            <w:tcMar>
              <w:top w:w="72" w:type="dxa"/>
              <w:left w:w="72" w:type="dxa"/>
              <w:bottom w:w="72" w:type="dxa"/>
              <w:right w:w="72" w:type="dxa"/>
            </w:tcMar>
          </w:tcPr>
          <w:p w:rsidR="00537822" w:rsidRPr="00CC58E3" w:rsidRDefault="00537822" w:rsidP="00094A34">
            <w:pPr>
              <w:pStyle w:val="TableText"/>
            </w:pPr>
          </w:p>
        </w:tc>
      </w:tr>
      <w:tr w:rsidR="00537822" w:rsidRPr="00CC58E3" w:rsidTr="00951A5E">
        <w:tc>
          <w:tcPr>
            <w:tcW w:w="1980" w:type="dxa"/>
            <w:tcBorders>
              <w:bottom w:val="single" w:sz="4" w:space="0" w:color="auto"/>
            </w:tcBorders>
            <w:tcMar>
              <w:top w:w="72" w:type="dxa"/>
              <w:left w:w="72" w:type="dxa"/>
              <w:bottom w:w="72" w:type="dxa"/>
              <w:right w:w="72" w:type="dxa"/>
            </w:tcMar>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Mar>
              <w:top w:w="72" w:type="dxa"/>
              <w:left w:w="72" w:type="dxa"/>
              <w:bottom w:w="72" w:type="dxa"/>
              <w:right w:w="72" w:type="dxa"/>
            </w:tcMar>
          </w:tcPr>
          <w:p w:rsidR="00537822" w:rsidRPr="00CC58E3" w:rsidRDefault="00537822" w:rsidP="00094A34">
            <w:pPr>
              <w:pStyle w:val="TableText"/>
            </w:pPr>
          </w:p>
        </w:tc>
      </w:tr>
      <w:tr w:rsidR="00537822" w:rsidRPr="00287A5D" w:rsidTr="00951A5E">
        <w:tc>
          <w:tcPr>
            <w:tcW w:w="9240" w:type="dxa"/>
            <w:gridSpan w:val="2"/>
            <w:shd w:val="clear" w:color="auto" w:fill="CADCEE"/>
            <w:tcMar>
              <w:top w:w="72" w:type="dxa"/>
              <w:left w:w="72" w:type="dxa"/>
              <w:bottom w:w="72" w:type="dxa"/>
              <w:right w:w="72" w:type="dxa"/>
            </w:tcMar>
          </w:tcPr>
          <w:p w:rsidR="00537822" w:rsidRPr="00094A34" w:rsidRDefault="00537822" w:rsidP="00537822">
            <w:pPr>
              <w:pStyle w:val="BodyText"/>
              <w:rPr>
                <w:b/>
                <w:color w:val="000000"/>
              </w:rPr>
            </w:pPr>
            <w:r w:rsidRPr="00094A34">
              <w:rPr>
                <w:b/>
              </w:rPr>
              <w:t>Having a leased line means that you rent the full phone line for your Internet service, so the telephone company guarantees a certain Internet speed.</w:t>
            </w:r>
          </w:p>
        </w:tc>
      </w:tr>
      <w:tr w:rsidR="00537822" w:rsidRPr="003A0D10" w:rsidTr="00951A5E">
        <w:tc>
          <w:tcPr>
            <w:tcW w:w="1980" w:type="dxa"/>
            <w:shd w:val="clear" w:color="auto" w:fill="auto"/>
            <w:tcMar>
              <w:top w:w="72" w:type="dxa"/>
              <w:left w:w="72" w:type="dxa"/>
              <w:bottom w:w="72" w:type="dxa"/>
              <w:right w:w="72" w:type="dxa"/>
            </w:tcMar>
          </w:tcPr>
          <w:p w:rsidR="00537822" w:rsidRPr="00CC58E3" w:rsidRDefault="00537822" w:rsidP="00094A34">
            <w:pPr>
              <w:pStyle w:val="Tabletextcolumnheading"/>
            </w:pPr>
            <w:r>
              <w:t>My guess:</w:t>
            </w:r>
          </w:p>
        </w:tc>
        <w:tc>
          <w:tcPr>
            <w:tcW w:w="7260" w:type="dxa"/>
            <w:shd w:val="clear" w:color="auto" w:fill="auto"/>
            <w:tcMar>
              <w:top w:w="72" w:type="dxa"/>
              <w:left w:w="72" w:type="dxa"/>
              <w:bottom w:w="72" w:type="dxa"/>
              <w:right w:w="72" w:type="dxa"/>
            </w:tcMar>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rsidTr="00951A5E">
        <w:tc>
          <w:tcPr>
            <w:tcW w:w="1980" w:type="dxa"/>
            <w:shd w:val="clear" w:color="auto" w:fill="auto"/>
            <w:tcMar>
              <w:top w:w="72" w:type="dxa"/>
              <w:left w:w="72" w:type="dxa"/>
              <w:bottom w:w="72" w:type="dxa"/>
              <w:right w:w="72" w:type="dxa"/>
            </w:tcMar>
          </w:tcPr>
          <w:p w:rsidR="00537822" w:rsidRPr="00CC58E3" w:rsidRDefault="00537822" w:rsidP="00094A34">
            <w:pPr>
              <w:pStyle w:val="Tabletextcolumnheading"/>
            </w:pPr>
            <w:r>
              <w:t>My reason:</w:t>
            </w:r>
          </w:p>
        </w:tc>
        <w:tc>
          <w:tcPr>
            <w:tcW w:w="7260" w:type="dxa"/>
            <w:shd w:val="clear" w:color="auto" w:fill="auto"/>
            <w:tcMar>
              <w:top w:w="72" w:type="dxa"/>
              <w:left w:w="72" w:type="dxa"/>
              <w:bottom w:w="72" w:type="dxa"/>
              <w:right w:w="72" w:type="dxa"/>
            </w:tcMar>
          </w:tcPr>
          <w:p w:rsidR="00537822" w:rsidRPr="00CC58E3" w:rsidRDefault="00537822" w:rsidP="00094A34">
            <w:pPr>
              <w:pStyle w:val="TableText"/>
            </w:pPr>
          </w:p>
        </w:tc>
      </w:tr>
      <w:tr w:rsidR="00537822" w:rsidRPr="00CC58E3" w:rsidTr="00951A5E">
        <w:tc>
          <w:tcPr>
            <w:tcW w:w="1980" w:type="dxa"/>
            <w:tcBorders>
              <w:bottom w:val="single" w:sz="4" w:space="0" w:color="auto"/>
            </w:tcBorders>
            <w:tcMar>
              <w:top w:w="72" w:type="dxa"/>
              <w:left w:w="72" w:type="dxa"/>
              <w:bottom w:w="72" w:type="dxa"/>
              <w:right w:w="72" w:type="dxa"/>
            </w:tcMar>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Mar>
              <w:top w:w="72" w:type="dxa"/>
              <w:left w:w="72" w:type="dxa"/>
              <w:bottom w:w="72" w:type="dxa"/>
              <w:right w:w="72" w:type="dxa"/>
            </w:tcMar>
          </w:tcPr>
          <w:p w:rsidR="00537822" w:rsidRPr="00CC58E3" w:rsidRDefault="00537822" w:rsidP="00094A34">
            <w:pPr>
              <w:pStyle w:val="TableText"/>
            </w:pPr>
          </w:p>
        </w:tc>
      </w:tr>
      <w:tr w:rsidR="00537822" w:rsidRPr="00537822" w:rsidTr="00951A5E">
        <w:tc>
          <w:tcPr>
            <w:tcW w:w="9240" w:type="dxa"/>
            <w:gridSpan w:val="2"/>
            <w:shd w:val="clear" w:color="auto" w:fill="CADCEE"/>
            <w:tcMar>
              <w:top w:w="72" w:type="dxa"/>
              <w:left w:w="72" w:type="dxa"/>
              <w:bottom w:w="72" w:type="dxa"/>
              <w:right w:w="72" w:type="dxa"/>
            </w:tcMar>
          </w:tcPr>
          <w:p w:rsidR="00537822" w:rsidRPr="00094A34" w:rsidRDefault="00537822" w:rsidP="00537822">
            <w:pPr>
              <w:pStyle w:val="BodyText"/>
              <w:rPr>
                <w:b/>
              </w:rPr>
            </w:pPr>
            <w:r w:rsidRPr="00094A34">
              <w:rPr>
                <w:b/>
              </w:rPr>
              <w:t>Dial-up service never became popular because it’s too slow.</w:t>
            </w:r>
          </w:p>
        </w:tc>
      </w:tr>
      <w:tr w:rsidR="00537822" w:rsidRPr="003A0D10" w:rsidTr="00951A5E">
        <w:tc>
          <w:tcPr>
            <w:tcW w:w="1980" w:type="dxa"/>
            <w:tcMar>
              <w:top w:w="72" w:type="dxa"/>
              <w:left w:w="72" w:type="dxa"/>
              <w:bottom w:w="72" w:type="dxa"/>
              <w:right w:w="72" w:type="dxa"/>
            </w:tcMar>
          </w:tcPr>
          <w:p w:rsidR="00537822" w:rsidRPr="00CC58E3" w:rsidRDefault="00537822" w:rsidP="00094A34">
            <w:pPr>
              <w:pStyle w:val="Tabletextcolumnheading"/>
            </w:pPr>
            <w:r>
              <w:t>My guess:</w:t>
            </w:r>
          </w:p>
        </w:tc>
        <w:tc>
          <w:tcPr>
            <w:tcW w:w="7260" w:type="dxa"/>
            <w:tcMar>
              <w:top w:w="72" w:type="dxa"/>
              <w:left w:w="72" w:type="dxa"/>
              <w:bottom w:w="72" w:type="dxa"/>
              <w:right w:w="72" w:type="dxa"/>
            </w:tcMar>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rsidTr="00951A5E">
        <w:tc>
          <w:tcPr>
            <w:tcW w:w="1980" w:type="dxa"/>
            <w:tcMar>
              <w:top w:w="72" w:type="dxa"/>
              <w:left w:w="72" w:type="dxa"/>
              <w:bottom w:w="72" w:type="dxa"/>
              <w:right w:w="72" w:type="dxa"/>
            </w:tcMar>
          </w:tcPr>
          <w:p w:rsidR="00537822" w:rsidRPr="00CC58E3" w:rsidRDefault="00537822" w:rsidP="00094A34">
            <w:pPr>
              <w:pStyle w:val="Tabletextcolumnheading"/>
            </w:pPr>
            <w:r>
              <w:t>My reason:</w:t>
            </w:r>
          </w:p>
        </w:tc>
        <w:tc>
          <w:tcPr>
            <w:tcW w:w="7260" w:type="dxa"/>
            <w:tcMar>
              <w:top w:w="72" w:type="dxa"/>
              <w:left w:w="72" w:type="dxa"/>
              <w:bottom w:w="72" w:type="dxa"/>
              <w:right w:w="72" w:type="dxa"/>
            </w:tcMar>
          </w:tcPr>
          <w:p w:rsidR="00537822" w:rsidRPr="00CC58E3" w:rsidRDefault="00537822" w:rsidP="00094A34">
            <w:pPr>
              <w:pStyle w:val="TableText"/>
            </w:pPr>
          </w:p>
        </w:tc>
      </w:tr>
      <w:tr w:rsidR="00537822" w:rsidRPr="003A0D10" w:rsidTr="00951A5E">
        <w:tc>
          <w:tcPr>
            <w:tcW w:w="1980" w:type="dxa"/>
            <w:tcBorders>
              <w:bottom w:val="single" w:sz="4" w:space="0" w:color="auto"/>
            </w:tcBorders>
            <w:tcMar>
              <w:top w:w="72" w:type="dxa"/>
              <w:left w:w="72" w:type="dxa"/>
              <w:bottom w:w="72" w:type="dxa"/>
              <w:right w:w="72" w:type="dxa"/>
            </w:tcMar>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Mar>
              <w:top w:w="72" w:type="dxa"/>
              <w:left w:w="72" w:type="dxa"/>
              <w:bottom w:w="72" w:type="dxa"/>
              <w:right w:w="72" w:type="dxa"/>
            </w:tcMar>
          </w:tcPr>
          <w:p w:rsidR="00537822" w:rsidRPr="003A0D10" w:rsidRDefault="00537822" w:rsidP="00094A34">
            <w:pPr>
              <w:pStyle w:val="TableText"/>
            </w:pPr>
          </w:p>
        </w:tc>
      </w:tr>
      <w:tr w:rsidR="00537822" w:rsidRPr="00287A5D" w:rsidTr="00951A5E">
        <w:tc>
          <w:tcPr>
            <w:tcW w:w="9240" w:type="dxa"/>
            <w:gridSpan w:val="2"/>
            <w:shd w:val="clear" w:color="auto" w:fill="CADCEE"/>
            <w:tcMar>
              <w:top w:w="72" w:type="dxa"/>
              <w:left w:w="72" w:type="dxa"/>
              <w:bottom w:w="72" w:type="dxa"/>
              <w:right w:w="72" w:type="dxa"/>
            </w:tcMar>
          </w:tcPr>
          <w:p w:rsidR="00537822" w:rsidRPr="00094A34" w:rsidRDefault="00537822" w:rsidP="00537822">
            <w:pPr>
              <w:pStyle w:val="BodyText"/>
              <w:rPr>
                <w:b/>
                <w:color w:val="000000"/>
              </w:rPr>
            </w:pPr>
            <w:r w:rsidRPr="00094A34">
              <w:rPr>
                <w:b/>
              </w:rPr>
              <w:t>To use DSL service, you need to put special filters on phones.</w:t>
            </w:r>
          </w:p>
        </w:tc>
      </w:tr>
      <w:tr w:rsidR="00537822" w:rsidRPr="003A0D10" w:rsidTr="00951A5E">
        <w:trPr>
          <w:trHeight w:val="475"/>
        </w:trPr>
        <w:tc>
          <w:tcPr>
            <w:tcW w:w="1980" w:type="dxa"/>
            <w:tcMar>
              <w:top w:w="72" w:type="dxa"/>
              <w:left w:w="72" w:type="dxa"/>
              <w:bottom w:w="72" w:type="dxa"/>
              <w:right w:w="72" w:type="dxa"/>
            </w:tcMar>
          </w:tcPr>
          <w:p w:rsidR="00537822" w:rsidRPr="00CC58E3" w:rsidRDefault="00537822" w:rsidP="00094A34">
            <w:pPr>
              <w:pStyle w:val="Tabletextcolumnheading"/>
            </w:pPr>
            <w:r>
              <w:t>My guess:</w:t>
            </w:r>
          </w:p>
        </w:tc>
        <w:tc>
          <w:tcPr>
            <w:tcW w:w="7260" w:type="dxa"/>
            <w:tcMar>
              <w:top w:w="72" w:type="dxa"/>
              <w:left w:w="72" w:type="dxa"/>
              <w:bottom w:w="72" w:type="dxa"/>
              <w:right w:w="72" w:type="dxa"/>
            </w:tcMar>
            <w:vAlign w:val="center"/>
          </w:tcPr>
          <w:p w:rsidR="00537822" w:rsidRPr="003A0D10" w:rsidRDefault="00537822" w:rsidP="00094A34">
            <w:pPr>
              <w:pStyle w:val="TableHeadings"/>
              <w:rPr>
                <w:bCs/>
                <w:color w:val="000000"/>
              </w:rPr>
            </w:pPr>
            <w:r>
              <w:rPr>
                <w:bCs/>
                <w:color w:val="000000"/>
              </w:rPr>
              <w:t xml:space="preserve">I </w:t>
            </w:r>
            <w:r w:rsidR="007859CC">
              <w:rPr>
                <w:bCs/>
                <w:color w:val="000000"/>
              </w:rPr>
              <w:t>a</w:t>
            </w:r>
            <w:r w:rsidRPr="003A0D10">
              <w:rPr>
                <w:bCs/>
                <w:color w:val="000000"/>
              </w:rPr>
              <w:t xml:space="preserve">gree  </w:t>
            </w:r>
            <w:r>
              <w:rPr>
                <w:bCs/>
                <w:color w:val="000000"/>
              </w:rPr>
              <w:t xml:space="preserve">     </w:t>
            </w:r>
            <w:r w:rsidRPr="003A0D10">
              <w:rPr>
                <w:bCs/>
                <w:color w:val="000000"/>
              </w:rPr>
              <w:t xml:space="preserve">     </w:t>
            </w:r>
            <w:r>
              <w:rPr>
                <w:bCs/>
                <w:color w:val="000000"/>
              </w:rPr>
              <w:t>I</w:t>
            </w:r>
            <w:r w:rsidRPr="003A0D10">
              <w:rPr>
                <w:bCs/>
                <w:color w:val="000000"/>
              </w:rPr>
              <w:t xml:space="preserve"> </w:t>
            </w:r>
            <w:r w:rsidR="007859CC">
              <w:rPr>
                <w:bCs/>
                <w:color w:val="000000"/>
              </w:rPr>
              <w:t>d</w:t>
            </w:r>
            <w:r w:rsidRPr="003A0D10">
              <w:rPr>
                <w:bCs/>
                <w:color w:val="000000"/>
              </w:rPr>
              <w:t>isagree</w:t>
            </w:r>
          </w:p>
        </w:tc>
      </w:tr>
      <w:tr w:rsidR="00537822" w:rsidRPr="00CC58E3" w:rsidTr="00951A5E">
        <w:tc>
          <w:tcPr>
            <w:tcW w:w="1980" w:type="dxa"/>
            <w:tcBorders>
              <w:bottom w:val="single" w:sz="4" w:space="0" w:color="auto"/>
            </w:tcBorders>
            <w:tcMar>
              <w:top w:w="72" w:type="dxa"/>
              <w:left w:w="72" w:type="dxa"/>
              <w:bottom w:w="72" w:type="dxa"/>
              <w:right w:w="72" w:type="dxa"/>
            </w:tcMar>
          </w:tcPr>
          <w:p w:rsidR="00537822" w:rsidRPr="00CC58E3" w:rsidRDefault="00537822" w:rsidP="00094A34">
            <w:pPr>
              <w:pStyle w:val="Tabletextcolumnheading"/>
            </w:pPr>
            <w:r>
              <w:t>My reason:</w:t>
            </w:r>
          </w:p>
        </w:tc>
        <w:tc>
          <w:tcPr>
            <w:tcW w:w="7260" w:type="dxa"/>
            <w:tcBorders>
              <w:bottom w:val="single" w:sz="4" w:space="0" w:color="auto"/>
            </w:tcBorders>
            <w:tcMar>
              <w:top w:w="72" w:type="dxa"/>
              <w:left w:w="72" w:type="dxa"/>
              <w:bottom w:w="72" w:type="dxa"/>
              <w:right w:w="72" w:type="dxa"/>
            </w:tcMar>
          </w:tcPr>
          <w:p w:rsidR="00537822" w:rsidRPr="00CC58E3" w:rsidRDefault="00537822" w:rsidP="00094A34">
            <w:pPr>
              <w:pStyle w:val="TableText"/>
            </w:pPr>
          </w:p>
        </w:tc>
      </w:tr>
      <w:tr w:rsidR="00537822" w:rsidRPr="00CC58E3" w:rsidTr="00951A5E">
        <w:tc>
          <w:tcPr>
            <w:tcW w:w="1980" w:type="dxa"/>
            <w:tcBorders>
              <w:bottom w:val="single" w:sz="4" w:space="0" w:color="auto"/>
            </w:tcBorders>
            <w:tcMar>
              <w:top w:w="72" w:type="dxa"/>
              <w:left w:w="72" w:type="dxa"/>
              <w:bottom w:w="72" w:type="dxa"/>
              <w:right w:w="72" w:type="dxa"/>
            </w:tcMar>
            <w:vAlign w:val="center"/>
          </w:tcPr>
          <w:p w:rsidR="00537822" w:rsidRPr="00CC58E3" w:rsidRDefault="00537822" w:rsidP="00094A34">
            <w:pPr>
              <w:pStyle w:val="Tabletextcolumnheadings"/>
            </w:pPr>
            <w:r w:rsidRPr="00CC58E3">
              <w:t>I learned:</w:t>
            </w:r>
          </w:p>
        </w:tc>
        <w:tc>
          <w:tcPr>
            <w:tcW w:w="7260" w:type="dxa"/>
            <w:tcBorders>
              <w:bottom w:val="single" w:sz="4" w:space="0" w:color="auto"/>
            </w:tcBorders>
            <w:tcMar>
              <w:top w:w="72" w:type="dxa"/>
              <w:left w:w="72" w:type="dxa"/>
              <w:bottom w:w="72" w:type="dxa"/>
              <w:right w:w="72" w:type="dxa"/>
            </w:tcMar>
          </w:tcPr>
          <w:p w:rsidR="00537822" w:rsidRPr="00CC58E3" w:rsidRDefault="00537822" w:rsidP="00094A34">
            <w:pPr>
              <w:pStyle w:val="TableText"/>
            </w:pPr>
          </w:p>
        </w:tc>
      </w:tr>
    </w:tbl>
    <w:p w:rsidR="00FE319E" w:rsidRPr="00CC58E3" w:rsidRDefault="00FE319E" w:rsidP="00FE319E">
      <w:pPr>
        <w:pStyle w:val="ResourceNo"/>
      </w:pPr>
      <w:r w:rsidRPr="00CC58E3">
        <w:lastRenderedPageBreak/>
        <w:t xml:space="preserve">Student Resource </w:t>
      </w:r>
      <w:r w:rsidR="00094A34">
        <w:t>12.2</w:t>
      </w:r>
    </w:p>
    <w:p w:rsidR="00FE319E" w:rsidRPr="005D4593" w:rsidRDefault="005A548B" w:rsidP="00FE319E">
      <w:pPr>
        <w:pStyle w:val="ResourceTitle"/>
      </w:pPr>
      <w:smartTag w:uri="urn:schemas-microsoft-com:office:smarttags" w:element="place">
        <w:smartTag w:uri="urn:schemas-microsoft-com:office:smarttags" w:element="City">
          <w:r>
            <w:t>Reading</w:t>
          </w:r>
        </w:smartTag>
      </w:smartTag>
      <w:r w:rsidR="00FE319E" w:rsidRPr="005D4593">
        <w:t xml:space="preserve">: </w:t>
      </w:r>
      <w:r w:rsidR="00FE319E">
        <w:t>Internet Services</w:t>
      </w:r>
    </w:p>
    <w:p w:rsidR="00FE319E" w:rsidRDefault="00FE319E" w:rsidP="00592999">
      <w:pPr>
        <w:pStyle w:val="Instructions"/>
      </w:pPr>
      <w:r>
        <w:t xml:space="preserve">Directions: Read </w:t>
      </w:r>
      <w:r w:rsidR="00592999">
        <w:t xml:space="preserve">about </w:t>
      </w:r>
      <w:r>
        <w:t xml:space="preserve">each of the following types of Internet services to learn about different ways to connect </w:t>
      </w:r>
      <w:r w:rsidR="005A548B">
        <w:t xml:space="preserve">to the Internet from </w:t>
      </w:r>
      <w:r>
        <w:t>a residential network</w:t>
      </w:r>
      <w:r w:rsidR="005A548B">
        <w:t xml:space="preserve"> o</w:t>
      </w:r>
      <w:r>
        <w:t xml:space="preserve">r a business network. </w:t>
      </w:r>
    </w:p>
    <w:p w:rsidR="00FE319E" w:rsidRDefault="00FE319E" w:rsidP="00FE319E">
      <w:pPr>
        <w:pStyle w:val="Resources"/>
      </w:pPr>
      <w:r>
        <w:t>Digital Subscriber Line (DSL)</w:t>
      </w:r>
    </w:p>
    <w:p w:rsidR="00FE319E" w:rsidRDefault="00852FB1" w:rsidP="00592999">
      <w:pPr>
        <w:pStyle w:val="BodyText"/>
        <w:rPr>
          <w:color w:val="FF0000"/>
        </w:rPr>
      </w:pPr>
      <w:r>
        <w:t>DSL provides Internet ac</w:t>
      </w:r>
      <w:r w:rsidR="001153F3">
        <w:t>c</w:t>
      </w:r>
      <w:r>
        <w:t>es</w:t>
      </w:r>
      <w:r w:rsidR="001153F3">
        <w:t>s</w:t>
      </w:r>
      <w:r w:rsidR="00FE319E">
        <w:t xml:space="preserve"> over </w:t>
      </w:r>
      <w:r>
        <w:t xml:space="preserve">telephone lines, </w:t>
      </w:r>
      <w:r w:rsidR="001153F3">
        <w:t xml:space="preserve">which </w:t>
      </w:r>
      <w:r w:rsidR="00B35E0E">
        <w:t>are</w:t>
      </w:r>
      <w:r w:rsidR="001153F3">
        <w:t xml:space="preserve"> </w:t>
      </w:r>
      <w:r>
        <w:t xml:space="preserve">sometimes called the </w:t>
      </w:r>
      <w:r w:rsidR="00FE319E">
        <w:t xml:space="preserve">plain old telephone service (POTS). </w:t>
      </w:r>
      <w:r w:rsidRPr="00CE5035">
        <w:t>Data (</w:t>
      </w:r>
      <w:r>
        <w:t>I</w:t>
      </w:r>
      <w:r w:rsidRPr="00CE5035">
        <w:t xml:space="preserve">nternet) and voice (telephone) are run at different frequencies on the same cable via a technology called </w:t>
      </w:r>
      <w:r w:rsidRPr="00693BF4">
        <w:rPr>
          <w:i/>
          <w:iCs/>
        </w:rPr>
        <w:t>multiplexing</w:t>
      </w:r>
      <w:r w:rsidRPr="00CE5035">
        <w:t xml:space="preserve">. </w:t>
      </w:r>
      <w:r>
        <w:t>So when you connect to the Internet via DSL,</w:t>
      </w:r>
      <w:r w:rsidR="00B35E0E">
        <w:t xml:space="preserve"> </w:t>
      </w:r>
      <w:r w:rsidR="00592999">
        <w:t xml:space="preserve">it </w:t>
      </w:r>
      <w:r w:rsidR="00FE319E">
        <w:t>does</w:t>
      </w:r>
      <w:r w:rsidR="00B35E0E">
        <w:t xml:space="preserve"> </w:t>
      </w:r>
      <w:r w:rsidR="00FE319E">
        <w:t>n</w:t>
      </w:r>
      <w:r w:rsidR="00B35E0E">
        <w:t>o</w:t>
      </w:r>
      <w:r w:rsidR="00FE319E">
        <w:t xml:space="preserve">t tie up the phone line. You can make phone calls while using the Internet and </w:t>
      </w:r>
      <w:r>
        <w:t xml:space="preserve">access </w:t>
      </w:r>
      <w:r w:rsidR="00FE319E">
        <w:t xml:space="preserve">all kinds of multimedia services like video, live online games, </w:t>
      </w:r>
      <w:r w:rsidR="00592999">
        <w:t xml:space="preserve">and </w:t>
      </w:r>
      <w:r w:rsidR="00FE319E">
        <w:t>image-heavy websites.</w:t>
      </w:r>
      <w:r w:rsidR="00FE319E" w:rsidRPr="00CE5035">
        <w:t xml:space="preserve"> Multiplexing is commonly known as </w:t>
      </w:r>
      <w:r w:rsidR="00FE319E" w:rsidRPr="00693BF4">
        <w:rPr>
          <w:i/>
          <w:iCs/>
        </w:rPr>
        <w:t xml:space="preserve">broadband </w:t>
      </w:r>
      <w:r w:rsidR="00FE319E">
        <w:rPr>
          <w:i/>
          <w:iCs/>
        </w:rPr>
        <w:t>I</w:t>
      </w:r>
      <w:r w:rsidR="00FE319E" w:rsidRPr="00693BF4">
        <w:rPr>
          <w:i/>
          <w:iCs/>
        </w:rPr>
        <w:t>nternet</w:t>
      </w:r>
      <w:r w:rsidR="00FE319E" w:rsidRPr="00CE5035">
        <w:t>.</w:t>
      </w:r>
    </w:p>
    <w:p w:rsidR="00FE319E" w:rsidRDefault="00FE319E" w:rsidP="00FE319E">
      <w:pPr>
        <w:pStyle w:val="BodyText"/>
      </w:pPr>
      <w:r>
        <w:t xml:space="preserve">Users connecting with DSL need an Ethernet network adapter </w:t>
      </w:r>
      <w:r w:rsidR="00852FB1">
        <w:t xml:space="preserve">card </w:t>
      </w:r>
      <w:r>
        <w:t>in the</w:t>
      </w:r>
      <w:r w:rsidR="00852FB1">
        <w:t>ir</w:t>
      </w:r>
      <w:r>
        <w:t xml:space="preserve"> computer and a DSL modem that is a separate box from the computer. Additionally, since the connection runs over the phone lines, users need special phone filters that allow </w:t>
      </w:r>
      <w:r w:rsidR="004C5658">
        <w:t xml:space="preserve">voice calls during </w:t>
      </w:r>
      <w:r>
        <w:t>data transfer.</w:t>
      </w:r>
    </w:p>
    <w:p w:rsidR="00FE319E" w:rsidRDefault="00316FDB" w:rsidP="00592999">
      <w:pPr>
        <w:pStyle w:val="BodyText"/>
      </w:pPr>
      <w:r>
        <w:t xml:space="preserve">The best </w:t>
      </w:r>
      <w:r w:rsidR="005D2483">
        <w:t xml:space="preserve">DSL </w:t>
      </w:r>
      <w:r w:rsidR="00FE319E">
        <w:t>speed</w:t>
      </w:r>
      <w:r>
        <w:t>s are about 6</w:t>
      </w:r>
      <w:r w:rsidR="005D2483">
        <w:t xml:space="preserve"> Mbps</w:t>
      </w:r>
      <w:r w:rsidR="00FE319E">
        <w:t xml:space="preserve"> (megabits per second)</w:t>
      </w:r>
      <w:r>
        <w:t xml:space="preserve"> for downloading</w:t>
      </w:r>
      <w:r w:rsidR="005722CC">
        <w:t>, which is usually adequate for downloading videos, gaming, and streaming videos</w:t>
      </w:r>
      <w:r w:rsidR="00B35E0E">
        <w:t>.</w:t>
      </w:r>
      <w:r w:rsidR="00FE319E">
        <w:t xml:space="preserve"> Since most home users download many more files and websites than they upload, DSL allots more bandwidth speed to downloads. DSL thus provides what is called an </w:t>
      </w:r>
      <w:r w:rsidR="00FE319E" w:rsidRPr="00693BF4">
        <w:rPr>
          <w:i/>
          <w:iCs/>
        </w:rPr>
        <w:t>asymmetric connection</w:t>
      </w:r>
      <w:r w:rsidR="00FE319E">
        <w:t>, which means that uploading files will take longer than downloading them.</w:t>
      </w:r>
    </w:p>
    <w:p w:rsidR="005722CC" w:rsidRDefault="00316FDB" w:rsidP="00FE319E">
      <w:pPr>
        <w:pStyle w:val="BodyText"/>
      </w:pPr>
      <w:r w:rsidRPr="00316FDB">
        <w:t xml:space="preserve">Very high bit-rate </w:t>
      </w:r>
      <w:r w:rsidR="00354651">
        <w:t>d</w:t>
      </w:r>
      <w:r w:rsidRPr="00316FDB">
        <w:t xml:space="preserve">igital </w:t>
      </w:r>
      <w:r w:rsidR="00354651">
        <w:t>s</w:t>
      </w:r>
      <w:r w:rsidRPr="00316FDB">
        <w:t xml:space="preserve">ubscriber </w:t>
      </w:r>
      <w:r w:rsidR="00354651">
        <w:t>l</w:t>
      </w:r>
      <w:r w:rsidR="00354651" w:rsidRPr="00316FDB">
        <w:t xml:space="preserve">ine </w:t>
      </w:r>
      <w:r w:rsidRPr="00316FDB">
        <w:t xml:space="preserve">(VDSL) is </w:t>
      </w:r>
      <w:r>
        <w:t>the new</w:t>
      </w:r>
      <w:r w:rsidRPr="00316FDB">
        <w:t xml:space="preserve"> generation </w:t>
      </w:r>
      <w:r>
        <w:t xml:space="preserve">of </w:t>
      </w:r>
      <w:r w:rsidRPr="00316FDB">
        <w:t>DSL</w:t>
      </w:r>
      <w:r w:rsidR="00C64279">
        <w:t>,</w:t>
      </w:r>
      <w:r w:rsidRPr="00316FDB">
        <w:t xml:space="preserve"> </w:t>
      </w:r>
      <w:r w:rsidR="00C64279">
        <w:t>with</w:t>
      </w:r>
      <w:r w:rsidRPr="00316FDB">
        <w:t xml:space="preserve"> super-accelerated rates </w:t>
      </w:r>
      <w:r>
        <w:t>up to</w:t>
      </w:r>
      <w:r w:rsidRPr="00316FDB">
        <w:t xml:space="preserve"> 52 Mbps </w:t>
      </w:r>
      <w:r>
        <w:t>for downloading and 1</w:t>
      </w:r>
      <w:r w:rsidRPr="00316FDB">
        <w:t xml:space="preserve">2 Mbps </w:t>
      </w:r>
      <w:r>
        <w:t xml:space="preserve">for uploading. For example, AT&amp;T’s U-verse service </w:t>
      </w:r>
      <w:r w:rsidR="00D6609D">
        <w:t xml:space="preserve">offers clients </w:t>
      </w:r>
      <w:r>
        <w:t>VDSL</w:t>
      </w:r>
      <w:r w:rsidR="00D6609D">
        <w:t xml:space="preserve"> with download speeds up to 28 Mbps.</w:t>
      </w:r>
      <w:r>
        <w:t xml:space="preserve"> </w:t>
      </w:r>
    </w:p>
    <w:p w:rsidR="00FE319E" w:rsidRDefault="005722CC" w:rsidP="00FE319E">
      <w:pPr>
        <w:pStyle w:val="BodyText"/>
      </w:pPr>
      <w:r>
        <w:t>One</w:t>
      </w:r>
      <w:r w:rsidR="00FE319E">
        <w:t xml:space="preserve"> limitation of DSL service is that </w:t>
      </w:r>
      <w:r w:rsidR="00F14C54">
        <w:t>t</w:t>
      </w:r>
      <w:r w:rsidR="00F14C54" w:rsidRPr="00F14C54">
        <w:t xml:space="preserve">he longer the </w:t>
      </w:r>
      <w:r w:rsidR="00F14C54">
        <w:t xml:space="preserve">phone </w:t>
      </w:r>
      <w:r w:rsidR="00F14C54" w:rsidRPr="00F14C54">
        <w:t>line between your residence and the service provider</w:t>
      </w:r>
      <w:r w:rsidR="00354651">
        <w:t>’</w:t>
      </w:r>
      <w:r w:rsidR="00F14C54" w:rsidRPr="00F14C54">
        <w:t xml:space="preserve">s hub, the less bandwidth DSL can support. </w:t>
      </w:r>
      <w:r w:rsidR="00F14C54">
        <w:t>The maximum leng</w:t>
      </w:r>
      <w:r w:rsidR="00354651">
        <w:t>t</w:t>
      </w:r>
      <w:r w:rsidR="00F14C54">
        <w:t xml:space="preserve">h of phone lines for a DSL connection is about </w:t>
      </w:r>
      <w:r w:rsidR="00FE319E">
        <w:t xml:space="preserve">3.4 miles. This means that if the </w:t>
      </w:r>
      <w:r w:rsidR="00F14C54">
        <w:t xml:space="preserve">phone line between you and </w:t>
      </w:r>
      <w:r w:rsidR="00FE319E">
        <w:t xml:space="preserve">your service </w:t>
      </w:r>
      <w:r w:rsidR="00354651">
        <w:t xml:space="preserve">provider </w:t>
      </w:r>
      <w:r w:rsidR="00F14C54">
        <w:t xml:space="preserve">is close to 3.4 miles, your service </w:t>
      </w:r>
      <w:r w:rsidR="00FE319E">
        <w:t xml:space="preserve">might be slower. Keep in mind that </w:t>
      </w:r>
      <w:r w:rsidR="00F14C54">
        <w:t>phone lines</w:t>
      </w:r>
      <w:r w:rsidR="00FE319E">
        <w:t xml:space="preserve"> </w:t>
      </w:r>
      <w:r w:rsidR="00354651">
        <w:t xml:space="preserve">are </w:t>
      </w:r>
      <w:r w:rsidR="00FE319E">
        <w:t xml:space="preserve">usually strung along winding routes, so the limit isn’t a bird’s-eye distance from your service provider. If you are too far from an ISP to run DSL, </w:t>
      </w:r>
      <w:proofErr w:type="gramStart"/>
      <w:r w:rsidR="00FE319E">
        <w:t>then</w:t>
      </w:r>
      <w:proofErr w:type="gramEnd"/>
      <w:r w:rsidR="00FE319E">
        <w:t xml:space="preserve"> cable Internet is your best bet for getting a fast and reliable connection. </w:t>
      </w:r>
    </w:p>
    <w:p w:rsidR="00FE319E" w:rsidRDefault="00FE319E" w:rsidP="00FE319E">
      <w:pPr>
        <w:pStyle w:val="Resources"/>
      </w:pPr>
      <w:r>
        <w:t>Cable Internet</w:t>
      </w:r>
    </w:p>
    <w:p w:rsidR="00FE319E" w:rsidRDefault="00FE319E" w:rsidP="00FE319E">
      <w:pPr>
        <w:pStyle w:val="BodyText"/>
      </w:pPr>
      <w:r>
        <w:t xml:space="preserve">Cable Internet is comparable in speed and cost to DSL but has some key technical differences. Cable Internet isn’t offered through your phone lines, but uses channels on your TV’s cable connection. It is offered by the same service provider you order cable TV from. </w:t>
      </w:r>
    </w:p>
    <w:p w:rsidR="00FE319E" w:rsidRDefault="00FE319E" w:rsidP="00FE319E">
      <w:pPr>
        <w:pStyle w:val="BodyText"/>
      </w:pPr>
      <w:r>
        <w:t xml:space="preserve">With a cable Internet connection, you share the cable Internet service with your neighbors, and your bandwidth speeds will depend on how much everyone on the network is downloading. At peak times, the Internet connection might be slower than it is in the middle of the night when no one is using the Internet. </w:t>
      </w:r>
    </w:p>
    <w:p w:rsidR="00816378" w:rsidRDefault="00FE319E" w:rsidP="00FE319E">
      <w:pPr>
        <w:pStyle w:val="BodyText"/>
      </w:pPr>
      <w:r>
        <w:t>Like DSL, cable also provides an asymmetric connection. This means you can download faster than you can upload files, because more channel space is allotted for downstream data transfer.</w:t>
      </w:r>
    </w:p>
    <w:p w:rsidR="00FE319E" w:rsidRDefault="00FE319E" w:rsidP="00FE319E">
      <w:pPr>
        <w:pStyle w:val="BodyText"/>
      </w:pPr>
      <w:r>
        <w:lastRenderedPageBreak/>
        <w:t>If you decide to use cable Internet, you will need to get a cable modem and have an Ethernet network adapter</w:t>
      </w:r>
      <w:r w:rsidR="005D2483">
        <w:t xml:space="preserve"> card</w:t>
      </w:r>
      <w:r>
        <w:t xml:space="preserve"> in your computer. You can also connect to a cable modem using a USB cable, but your speed will be slower as a result.</w:t>
      </w:r>
    </w:p>
    <w:p w:rsidR="00FE319E" w:rsidRDefault="00FE319E" w:rsidP="00FE319E">
      <w:pPr>
        <w:pStyle w:val="Resources"/>
      </w:pPr>
      <w:r>
        <w:t xml:space="preserve">Leased Line (T1, T3, or </w:t>
      </w:r>
      <w:r w:rsidR="00EF336F">
        <w:t>OC3</w:t>
      </w:r>
      <w:r>
        <w:t>)</w:t>
      </w:r>
    </w:p>
    <w:p w:rsidR="00FE319E" w:rsidRDefault="00FE319E" w:rsidP="00FE319E">
      <w:pPr>
        <w:pStyle w:val="BodyText"/>
      </w:pPr>
      <w:r>
        <w:t xml:space="preserve">Instead of subscribing to one of the services described above, </w:t>
      </w:r>
      <w:r w:rsidR="00852FB1">
        <w:t xml:space="preserve">many </w:t>
      </w:r>
      <w:r>
        <w:t xml:space="preserve">businesses lease a line for their Internet service. By leasing their own line from a phone company, they have a guaranteed bandwidth and speed, which is just as fast for uploading as it is for downloading. This is especially useful for companies that provide web services or host a website, since users will be downloading information from the company servers (and the servers will be uploading the information). </w:t>
      </w:r>
    </w:p>
    <w:p w:rsidR="00FE319E" w:rsidRDefault="00FE319E" w:rsidP="00CB7330">
      <w:pPr>
        <w:pStyle w:val="BodyText"/>
      </w:pPr>
      <w:r>
        <w:t>T1 lines</w:t>
      </w:r>
      <w:r w:rsidR="00EF336F">
        <w:t>, which have a speed of 1.544</w:t>
      </w:r>
      <w:r w:rsidR="00CB7330">
        <w:t xml:space="preserve"> </w:t>
      </w:r>
      <w:r w:rsidR="00EF336F">
        <w:t>Mbps,</w:t>
      </w:r>
      <w:r>
        <w:t xml:space="preserve"> used to offer the fastest connection, but modern-day DSL and cable Internet networks are actually faster. However, </w:t>
      </w:r>
      <w:r w:rsidR="00EF336F">
        <w:t xml:space="preserve">higher speed circuits </w:t>
      </w:r>
      <w:r>
        <w:t xml:space="preserve">like T3 </w:t>
      </w:r>
      <w:r w:rsidR="00EF336F">
        <w:t>(45</w:t>
      </w:r>
      <w:r w:rsidR="00CB7330">
        <w:t xml:space="preserve"> </w:t>
      </w:r>
      <w:r w:rsidR="00EF336F">
        <w:t xml:space="preserve">Mbps) </w:t>
      </w:r>
      <w:r>
        <w:t xml:space="preserve">and </w:t>
      </w:r>
      <w:r w:rsidR="00EF336F">
        <w:t>OC3 (155</w:t>
      </w:r>
      <w:r w:rsidR="00CB7330">
        <w:t xml:space="preserve"> </w:t>
      </w:r>
      <w:r w:rsidR="00EF336F">
        <w:t>M</w:t>
      </w:r>
      <w:r w:rsidR="00CB7330">
        <w:t>b</w:t>
      </w:r>
      <w:r w:rsidR="00EF336F">
        <w:t>ps)</w:t>
      </w:r>
      <w:r>
        <w:t xml:space="preserve"> are comparable to or faster than DSL and cable. </w:t>
      </w:r>
    </w:p>
    <w:p w:rsidR="00FE319E" w:rsidRDefault="00FE319E" w:rsidP="00FE319E">
      <w:pPr>
        <w:pStyle w:val="Resources"/>
      </w:pPr>
      <w:r>
        <w:t>Satellite Internet</w:t>
      </w:r>
    </w:p>
    <w:p w:rsidR="00FE319E" w:rsidRDefault="00FE319E" w:rsidP="00FE319E">
      <w:pPr>
        <w:pStyle w:val="BodyText"/>
      </w:pPr>
      <w:r>
        <w:t xml:space="preserve">In many parts of the United States and the world, </w:t>
      </w:r>
      <w:r w:rsidR="00F172BC">
        <w:t xml:space="preserve">DSL </w:t>
      </w:r>
      <w:r w:rsidR="00555620">
        <w:t xml:space="preserve">and </w:t>
      </w:r>
      <w:r w:rsidR="00F172BC">
        <w:t xml:space="preserve">cable television lines </w:t>
      </w:r>
      <w:r w:rsidR="00852FB1">
        <w:t xml:space="preserve">are not </w:t>
      </w:r>
      <w:r>
        <w:t xml:space="preserve">available. Many people live without modern technology, either because they can’t afford it or because they are just too far from any of the service providers. For these communities, satellite Internet is a viable alternative.  </w:t>
      </w:r>
    </w:p>
    <w:p w:rsidR="00FE319E" w:rsidRDefault="00FE319E" w:rsidP="00FE319E">
      <w:pPr>
        <w:pStyle w:val="BodyText"/>
      </w:pPr>
      <w:r>
        <w:t xml:space="preserve">With satellite Internet service, the user connects through a satellite dish that receives and broadcasts signals. The service is slower than DSL or cable but faster than a dial-up connection. </w:t>
      </w:r>
    </w:p>
    <w:p w:rsidR="00852FB1" w:rsidRDefault="00852FB1" w:rsidP="00852FB1">
      <w:pPr>
        <w:pStyle w:val="H1"/>
      </w:pPr>
      <w:r>
        <w:t>Dial-Up Modems</w:t>
      </w:r>
    </w:p>
    <w:p w:rsidR="00852FB1" w:rsidRDefault="00816378" w:rsidP="00852FB1">
      <w:pPr>
        <w:pStyle w:val="BodyText"/>
      </w:pPr>
      <w:r>
        <w:t>Just f</w:t>
      </w:r>
      <w:r w:rsidR="00852FB1">
        <w:t xml:space="preserve">ifteen years ago, </w:t>
      </w:r>
      <w:r w:rsidR="00555620">
        <w:t xml:space="preserve">nearly </w:t>
      </w:r>
      <w:r w:rsidR="00852FB1">
        <w:t xml:space="preserve">everyone used a dial-up modem for connecting to the Internet. A modem connects a computer to the Internet via a land telephone line. Compared to newer technologies, dial-up is a very slow way to connect to the Internet. It may be too slow and unreliable to load video, online games, or Flash and multimedia websites. </w:t>
      </w:r>
    </w:p>
    <w:p w:rsidR="00852FB1" w:rsidRDefault="00852FB1" w:rsidP="00852FB1">
      <w:pPr>
        <w:pStyle w:val="BodyText"/>
      </w:pPr>
      <w:r>
        <w:t xml:space="preserve">Another limitation of dial-up is that accessing the Internet over dial-up ties up your phone line. If someone tries to call you, you will have to place your Internet connection on hold if you want to answer the phone. </w:t>
      </w:r>
    </w:p>
    <w:p w:rsidR="00852FB1" w:rsidRDefault="00816378" w:rsidP="00852FB1">
      <w:pPr>
        <w:pStyle w:val="BodyText"/>
      </w:pPr>
      <w:r>
        <w:t xml:space="preserve">Today, only </w:t>
      </w:r>
      <w:r w:rsidR="00555620">
        <w:t>3%</w:t>
      </w:r>
      <w:r>
        <w:t xml:space="preserve"> of the Internet connections in the United States are dial-up. Most dial-up users are in locations where they cannot access the Internet through DSL or cable.</w:t>
      </w:r>
      <w:r w:rsidR="00852FB1">
        <w:t xml:space="preserve">   </w:t>
      </w:r>
    </w:p>
    <w:p w:rsidR="00852FB1" w:rsidRDefault="00852FB1" w:rsidP="00FE319E">
      <w:pPr>
        <w:pStyle w:val="BodyText"/>
      </w:pPr>
    </w:p>
    <w:p w:rsidR="00FE319E" w:rsidRDefault="00094A34" w:rsidP="00FE319E">
      <w:pPr>
        <w:pStyle w:val="ResourceNo"/>
      </w:pPr>
      <w:r>
        <w:lastRenderedPageBreak/>
        <w:t>Student Resource 12.3</w:t>
      </w:r>
    </w:p>
    <w:p w:rsidR="00FE319E" w:rsidRPr="00CC58E3" w:rsidRDefault="00816378" w:rsidP="00FE319E">
      <w:pPr>
        <w:pStyle w:val="ResourceTitle"/>
      </w:pPr>
      <w:r>
        <w:t>Investigation Notes: Residential Network</w:t>
      </w:r>
    </w:p>
    <w:p w:rsidR="00FE319E" w:rsidRDefault="00901FA6" w:rsidP="00FE319E">
      <w:pPr>
        <w:pStyle w:val="Instructions"/>
      </w:pPr>
      <w:r>
        <w:t>Student Name</w:t>
      </w:r>
      <w:proofErr w:type="gramStart"/>
      <w:r>
        <w:t>:_</w:t>
      </w:r>
      <w:proofErr w:type="gramEnd"/>
      <w:r>
        <w:t>______________________________________________ Date:___________</w:t>
      </w:r>
    </w:p>
    <w:p w:rsidR="00FE319E" w:rsidRDefault="00FE319E" w:rsidP="00D445DC">
      <w:pPr>
        <w:pStyle w:val="Instructions"/>
      </w:pPr>
      <w:r w:rsidRPr="00CC58E3">
        <w:t xml:space="preserve">Directions: </w:t>
      </w:r>
      <w:r>
        <w:t xml:space="preserve">Investigate </w:t>
      </w:r>
      <w:r w:rsidR="00816378">
        <w:t xml:space="preserve">a </w:t>
      </w:r>
      <w:r>
        <w:t>home Internet connection</w:t>
      </w:r>
      <w:r w:rsidR="00816378">
        <w:t xml:space="preserve"> and record your findings on this resource</w:t>
      </w:r>
      <w:r>
        <w:t>. If you don’t have a connection in your home, ask a friend, classmate, relative, or teacher to let you take a look at his or her network. Find out who administers the network (who purchased and pays for service) and whether th</w:t>
      </w:r>
      <w:r w:rsidR="00D445DC">
        <w:t>at person is</w:t>
      </w:r>
      <w:r>
        <w:t xml:space="preserve"> satisfied with the service. </w:t>
      </w:r>
      <w:r w:rsidR="00D6609D">
        <w:t>You will need to a</w:t>
      </w:r>
      <w:r>
        <w:t xml:space="preserve">sk if you can perform some diagnostic tests to analyze the network, </w:t>
      </w:r>
      <w:r w:rsidR="00D6609D">
        <w:t>using</w:t>
      </w:r>
      <w:r>
        <w:t xml:space="preserve"> an online bandwidth speed tool to test the network speed. </w:t>
      </w:r>
    </w:p>
    <w:p w:rsidR="00FE319E" w:rsidRDefault="00FE319E" w:rsidP="00951A5E">
      <w:pPr>
        <w:pStyle w:val="Numbered"/>
      </w:pPr>
      <w:r>
        <w:t xml:space="preserve">What type of Internet connection is being used (DSL, </w:t>
      </w:r>
      <w:r w:rsidR="00816378">
        <w:t xml:space="preserve">VDSL, </w:t>
      </w:r>
      <w:r>
        <w:t>cable, dial-up, etc.)?</w:t>
      </w:r>
    </w:p>
    <w:p w:rsidR="00FE319E" w:rsidRDefault="00FE319E" w:rsidP="00951A5E">
      <w:pPr>
        <w:pStyle w:val="Numbered"/>
        <w:numPr>
          <w:ilvl w:val="0"/>
          <w:numId w:val="0"/>
        </w:numPr>
        <w:ind w:left="270"/>
      </w:pPr>
    </w:p>
    <w:p w:rsidR="00FE319E" w:rsidRDefault="00FE319E" w:rsidP="00951A5E">
      <w:pPr>
        <w:pStyle w:val="Numbered"/>
      </w:pPr>
      <w:r>
        <w:t>Is the service reliable, and are users satisfied with it?</w:t>
      </w:r>
      <w:r w:rsidR="004D2CBF">
        <w:t xml:space="preserve"> </w:t>
      </w:r>
      <w:r w:rsidR="0016448D">
        <w:t xml:space="preserve">What download </w:t>
      </w:r>
      <w:proofErr w:type="gramStart"/>
      <w:r w:rsidR="0016448D">
        <w:t>speed were</w:t>
      </w:r>
      <w:proofErr w:type="gramEnd"/>
      <w:r w:rsidR="0016448D">
        <w:t xml:space="preserve"> they promised?</w:t>
      </w:r>
    </w:p>
    <w:p w:rsidR="00FE319E" w:rsidRDefault="00FE319E" w:rsidP="00951A5E">
      <w:pPr>
        <w:pStyle w:val="Numbered"/>
        <w:numPr>
          <w:ilvl w:val="0"/>
          <w:numId w:val="0"/>
        </w:numPr>
        <w:ind w:left="270"/>
      </w:pPr>
    </w:p>
    <w:p w:rsidR="00FE319E" w:rsidRDefault="00FE319E" w:rsidP="00951A5E">
      <w:pPr>
        <w:pStyle w:val="Numbered"/>
      </w:pPr>
      <w:r>
        <w:t>Why did the users choose this service over their other options</w:t>
      </w:r>
      <w:r w:rsidR="00555620">
        <w:t>?</w:t>
      </w:r>
      <w:r>
        <w:t xml:space="preserve"> </w:t>
      </w:r>
      <w:r w:rsidR="00555620">
        <w:t>W</w:t>
      </w:r>
      <w:r w:rsidR="00D445DC">
        <w:t xml:space="preserve">as it the </w:t>
      </w:r>
      <w:r>
        <w:t xml:space="preserve">cost, features, reliability, speed, a recommendation they received, </w:t>
      </w:r>
      <w:r w:rsidR="00816378">
        <w:t xml:space="preserve">other options not </w:t>
      </w:r>
      <w:r w:rsidR="00555620">
        <w:t xml:space="preserve">being </w:t>
      </w:r>
      <w:r w:rsidR="00816378">
        <w:t xml:space="preserve">available, </w:t>
      </w:r>
      <w:r w:rsidR="00D445DC">
        <w:t>something else</w:t>
      </w:r>
      <w:r>
        <w:t>?</w:t>
      </w:r>
    </w:p>
    <w:p w:rsidR="00FE319E" w:rsidRDefault="00FE319E" w:rsidP="00951A5E">
      <w:pPr>
        <w:pStyle w:val="Numbered"/>
        <w:numPr>
          <w:ilvl w:val="0"/>
          <w:numId w:val="0"/>
        </w:numPr>
        <w:ind w:left="270"/>
      </w:pPr>
    </w:p>
    <w:p w:rsidR="00FE319E" w:rsidRDefault="00FE319E" w:rsidP="00951A5E">
      <w:pPr>
        <w:pStyle w:val="Numbered"/>
      </w:pPr>
      <w:r>
        <w:t xml:space="preserve">Draw or describe the topology of the network: what kind of cable is used, what external modems or routers are used, </w:t>
      </w:r>
      <w:r w:rsidR="00D445DC">
        <w:t>and so forth.</w:t>
      </w:r>
    </w:p>
    <w:p w:rsidR="00FE319E" w:rsidRDefault="00FE319E" w:rsidP="00951A5E">
      <w:pPr>
        <w:pStyle w:val="Numbered"/>
        <w:numPr>
          <w:ilvl w:val="0"/>
          <w:numId w:val="0"/>
        </w:numPr>
        <w:ind w:left="270"/>
      </w:pPr>
    </w:p>
    <w:p w:rsidR="00D445DC" w:rsidRDefault="00D445DC">
      <w:pPr>
        <w:pStyle w:val="Numbered"/>
        <w:numPr>
          <w:ilvl w:val="0"/>
          <w:numId w:val="0"/>
        </w:numPr>
        <w:ind w:left="270"/>
      </w:pPr>
    </w:p>
    <w:p w:rsidR="00D445DC" w:rsidRDefault="00D445DC">
      <w:pPr>
        <w:pStyle w:val="Numbered"/>
        <w:numPr>
          <w:ilvl w:val="0"/>
          <w:numId w:val="0"/>
        </w:numPr>
        <w:ind w:left="270"/>
      </w:pPr>
    </w:p>
    <w:p w:rsidR="00FE319E" w:rsidRDefault="00FE319E" w:rsidP="00951A5E">
      <w:pPr>
        <w:pStyle w:val="Numbered"/>
      </w:pPr>
      <w:r>
        <w:t>Use one of the following online tools to test the network speed. Record the results below.</w:t>
      </w:r>
    </w:p>
    <w:p w:rsidR="00FE319E" w:rsidRPr="009A4AF3" w:rsidRDefault="00B3606B" w:rsidP="00D445DC">
      <w:pPr>
        <w:pStyle w:val="BodyText"/>
        <w:widowControl w:val="0"/>
        <w:suppressAutoHyphens/>
        <w:autoSpaceDE w:val="0"/>
        <w:autoSpaceDN w:val="0"/>
        <w:adjustRightInd w:val="0"/>
        <w:ind w:left="630"/>
        <w:textAlignment w:val="center"/>
      </w:pPr>
      <w:hyperlink r:id="rId9" w:history="1">
        <w:r w:rsidR="00FE319E" w:rsidRPr="00A0081E">
          <w:rPr>
            <w:rStyle w:val="Hyperlink"/>
          </w:rPr>
          <w:t>http://www.speedtest.net/</w:t>
        </w:r>
      </w:hyperlink>
    </w:p>
    <w:p w:rsidR="00FE319E" w:rsidRPr="009A4AF3" w:rsidRDefault="00B3606B" w:rsidP="00D445DC">
      <w:pPr>
        <w:pStyle w:val="BodyText"/>
        <w:widowControl w:val="0"/>
        <w:suppressAutoHyphens/>
        <w:autoSpaceDE w:val="0"/>
        <w:autoSpaceDN w:val="0"/>
        <w:adjustRightInd w:val="0"/>
        <w:ind w:firstLine="630"/>
        <w:textAlignment w:val="center"/>
      </w:pPr>
      <w:hyperlink r:id="rId10" w:history="1">
        <w:r w:rsidR="00FE319E" w:rsidRPr="00A0081E">
          <w:rPr>
            <w:rStyle w:val="Hyperlink"/>
          </w:rPr>
          <w:t>http://reviews.cnet.com/7004-7254_7-0.html</w:t>
        </w:r>
      </w:hyperlink>
    </w:p>
    <w:p w:rsidR="00FE319E" w:rsidRPr="009A4AF3" w:rsidRDefault="00B3606B" w:rsidP="00D445DC">
      <w:pPr>
        <w:pStyle w:val="BodyText"/>
        <w:widowControl w:val="0"/>
        <w:suppressAutoHyphens/>
        <w:autoSpaceDE w:val="0"/>
        <w:autoSpaceDN w:val="0"/>
        <w:adjustRightInd w:val="0"/>
        <w:ind w:firstLine="630"/>
        <w:textAlignment w:val="center"/>
      </w:pPr>
      <w:hyperlink r:id="rId11" w:history="1">
        <w:r w:rsidR="00FE319E" w:rsidRPr="00A0081E">
          <w:rPr>
            <w:rStyle w:val="Hyperlink"/>
          </w:rPr>
          <w:t>http://www.bandwidthplace.com/</w:t>
        </w:r>
      </w:hyperlink>
    </w:p>
    <w:p w:rsidR="00FE319E" w:rsidRPr="009A4AF3" w:rsidRDefault="00B3606B" w:rsidP="00D445DC">
      <w:pPr>
        <w:pStyle w:val="BodyText"/>
        <w:widowControl w:val="0"/>
        <w:suppressAutoHyphens/>
        <w:autoSpaceDE w:val="0"/>
        <w:autoSpaceDN w:val="0"/>
        <w:adjustRightInd w:val="0"/>
        <w:ind w:firstLine="630"/>
        <w:textAlignment w:val="center"/>
      </w:pPr>
      <w:hyperlink r:id="rId12" w:history="1">
        <w:r w:rsidR="00FE319E" w:rsidRPr="00A0081E">
          <w:rPr>
            <w:rStyle w:val="Hyperlink"/>
          </w:rPr>
          <w:t>http://www.dslreports.com/stest</w:t>
        </w:r>
      </w:hyperlink>
    </w:p>
    <w:p w:rsidR="00FE319E" w:rsidRDefault="0016448D" w:rsidP="00951A5E">
      <w:pPr>
        <w:pStyle w:val="BL-sub"/>
      </w:pPr>
      <w:r>
        <w:t>Download speed:</w:t>
      </w:r>
      <w:r>
        <w:br/>
      </w:r>
    </w:p>
    <w:p w:rsidR="0016448D" w:rsidRDefault="0016448D" w:rsidP="00951A5E">
      <w:pPr>
        <w:pStyle w:val="BL-sub"/>
      </w:pPr>
      <w:r>
        <w:t>Upload speed:</w:t>
      </w:r>
    </w:p>
    <w:p w:rsidR="00FE319E" w:rsidRDefault="00FE319E" w:rsidP="00FE319E">
      <w:pPr>
        <w:pStyle w:val="ResourceNo"/>
      </w:pPr>
      <w:r w:rsidRPr="00CC58E3">
        <w:lastRenderedPageBreak/>
        <w:t xml:space="preserve">Student Resource </w:t>
      </w:r>
      <w:r w:rsidR="00094A34">
        <w:t>12.</w:t>
      </w:r>
      <w:r w:rsidR="0016448D">
        <w:t>4</w:t>
      </w:r>
    </w:p>
    <w:p w:rsidR="0080040E" w:rsidRPr="0080040E" w:rsidRDefault="0080040E" w:rsidP="0080040E">
      <w:pPr>
        <w:pStyle w:val="ResourceTitle"/>
      </w:pPr>
      <w:smartTag w:uri="urn:schemas-microsoft-com:office:smarttags" w:element="City">
        <w:smartTag w:uri="urn:schemas-microsoft-com:office:smarttags" w:element="place">
          <w:r>
            <w:t>Reading</w:t>
          </w:r>
        </w:smartTag>
      </w:smartTag>
      <w:r>
        <w:t>: Internet Service Providers</w:t>
      </w:r>
    </w:p>
    <w:p w:rsidR="00D25452" w:rsidRDefault="00B34498" w:rsidP="00FE319E">
      <w:pPr>
        <w:pStyle w:val="BodyText"/>
      </w:pPr>
      <w:r>
        <w:rPr>
          <w:noProof/>
        </w:rPr>
        <w:drawing>
          <wp:inline distT="0" distB="0" distL="0" distR="0">
            <wp:extent cx="5943600" cy="4457700"/>
            <wp:effectExtent l="0" t="0" r="0" b="0"/>
            <wp:docPr id="1" name="Picture 1" descr="C:\Users\Mika\Documents\My Documents\Pearson\2013\July\4\Networking_Lesson12_Presentation_ROOT_07041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3\July\4\Networking_Lesson12_Presentation_ROOT_070413\Slide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B34498" w:rsidRPr="00B34498" w:rsidRDefault="00B34498" w:rsidP="00B34498">
      <w:pPr>
        <w:pStyle w:val="BodyText"/>
      </w:pPr>
      <w:r w:rsidRPr="00B34498">
        <w:t>This presentation explains what an Internet service provider, or ISP, is. It describes the different types of ISPs that are available and explains how an ISP connects you to the Internet.</w:t>
      </w:r>
    </w:p>
    <w:p w:rsidR="00B34498" w:rsidRDefault="00B34498" w:rsidP="00FE319E">
      <w:pPr>
        <w:pStyle w:val="BodyText"/>
      </w:pPr>
      <w:r>
        <w:rPr>
          <w:noProof/>
        </w:rPr>
        <w:lastRenderedPageBreak/>
        <w:drawing>
          <wp:inline distT="0" distB="0" distL="0" distR="0">
            <wp:extent cx="5943600" cy="4457700"/>
            <wp:effectExtent l="0" t="0" r="0" b="0"/>
            <wp:docPr id="2" name="Picture 2" descr="C:\Users\Mika\Documents\My Documents\Pearson\2013\July\4\Networking_Lesson12_Presentation_ROOT_07041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3\July\4\Networking_Lesson12_Presentation_ROOT_070413\Slide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B34498" w:rsidRPr="00B34498" w:rsidRDefault="00B34498" w:rsidP="00B34498">
      <w:pPr>
        <w:pStyle w:val="BodyText"/>
      </w:pPr>
      <w:r w:rsidRPr="00B34498">
        <w:t>When you decide on an ISP, it’s important to know which one offers the most effective service at the best price for your location. Depending on your location, you may have a choice of DSL or cable. If your location does not have access to DSL or cable lines, you may need to consider a satellite or dial-up ISP. If you have a business, or if you need extremely reliable service and are willing to pay for it, you may consider a leased-line ISP.</w:t>
      </w:r>
    </w:p>
    <w:p w:rsidR="00B34498" w:rsidRDefault="00B34498" w:rsidP="00FE319E">
      <w:pPr>
        <w:pStyle w:val="BodyText"/>
      </w:pPr>
      <w:r>
        <w:rPr>
          <w:noProof/>
        </w:rPr>
        <w:lastRenderedPageBreak/>
        <w:drawing>
          <wp:inline distT="0" distB="0" distL="0" distR="0">
            <wp:extent cx="5943600" cy="4457700"/>
            <wp:effectExtent l="0" t="0" r="0" b="0"/>
            <wp:docPr id="3" name="Picture 3" descr="C:\Users\Mika\Documents\My Documents\Pearson\2013\July\4\Networking_Lesson12_Presentation_ROOT_07041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3\July\4\Networking_Lesson12_Presentation_ROOT_070413\Slide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B34498" w:rsidRPr="00B34498" w:rsidRDefault="00B34498" w:rsidP="00B34498">
      <w:pPr>
        <w:pStyle w:val="BodyText"/>
      </w:pPr>
      <w:r w:rsidRPr="00B34498">
        <w:t xml:space="preserve">DSL requires equipment at the customer end and at the Internet service provider end. At the customer’s location, there is a DSL modem. A DSL filter is installed on each outlet for telephone handsets, to remove the high-frequency band. This eliminates interference with the operation of the telephone and enables simultaneous use. </w:t>
      </w:r>
    </w:p>
    <w:p w:rsidR="00B34498" w:rsidRPr="00B34498" w:rsidRDefault="00B34498" w:rsidP="00B34498">
      <w:pPr>
        <w:pStyle w:val="BodyText"/>
      </w:pPr>
      <w:r w:rsidRPr="00B34498">
        <w:t xml:space="preserve">At the service provider location, there is a DSL Access Multiplexer (DSLAM) to receive customer connections. A DSLAM takes connections from many customers and aggregates them onto a single high-capacity connection to the Internet. </w:t>
      </w:r>
    </w:p>
    <w:p w:rsidR="00B34498" w:rsidRPr="00B34498" w:rsidRDefault="00B34498" w:rsidP="00B34498">
      <w:pPr>
        <w:pStyle w:val="BodyText"/>
      </w:pPr>
      <w:r w:rsidRPr="00B34498">
        <w:t xml:space="preserve">For the most part, your choice of ISPs for DSL service is limited to the same companies that provide phone service in your area, or a secondary provider who is actually reselling you the same DSL service supplied by your phone company. </w:t>
      </w:r>
    </w:p>
    <w:p w:rsidR="00B34498" w:rsidRDefault="00B34498" w:rsidP="00FE319E">
      <w:pPr>
        <w:pStyle w:val="BodyText"/>
      </w:pPr>
      <w:r>
        <w:rPr>
          <w:noProof/>
        </w:rPr>
        <w:lastRenderedPageBreak/>
        <w:drawing>
          <wp:inline distT="0" distB="0" distL="0" distR="0">
            <wp:extent cx="5943600" cy="4457700"/>
            <wp:effectExtent l="0" t="0" r="0" b="0"/>
            <wp:docPr id="4" name="Picture 4" descr="C:\Users\Mika\Documents\My Documents\Pearson\2013\July\4\Networking_Lesson12_Presentation_ROOT_070413\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3\July\4\Networking_Lesson12_Presentation_ROOT_070413\Slide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B34498" w:rsidRPr="00B34498" w:rsidRDefault="00B34498" w:rsidP="00B34498">
      <w:pPr>
        <w:pStyle w:val="BodyText"/>
      </w:pPr>
      <w:r w:rsidRPr="00B34498">
        <w:t>When you sign up for a cable broadband Internet connection, generally the ISP provides you with a cable modem that has a USB port, an Ethernet port, or both USB and Ethernet ports. This modem communicates with the cable modem termination system (CMTS) located at the ISP station (sometimes called a “</w:t>
      </w:r>
      <w:proofErr w:type="spellStart"/>
      <w:r w:rsidRPr="00B34498">
        <w:t>headend</w:t>
      </w:r>
      <w:proofErr w:type="spellEnd"/>
      <w:r w:rsidRPr="00B34498">
        <w:t xml:space="preserve">”). </w:t>
      </w:r>
    </w:p>
    <w:p w:rsidR="00B34498" w:rsidRPr="00B34498" w:rsidRDefault="00B34498" w:rsidP="00B34498">
      <w:pPr>
        <w:pStyle w:val="BodyText"/>
      </w:pPr>
      <w:r w:rsidRPr="00B34498">
        <w:t>One big difference between cable and DSL is that on a cable network, all houses in your neighborhood use the same cable, whereas with DSL, Internet access is provided through your individual phone line. So the data transmission speed for cable may vary according to how many subscribers are using the service at the same time.</w:t>
      </w:r>
    </w:p>
    <w:p w:rsidR="00B34498" w:rsidRPr="00B34498" w:rsidRDefault="00B34498" w:rsidP="00B34498">
      <w:pPr>
        <w:pStyle w:val="BodyText"/>
      </w:pPr>
      <w:r w:rsidRPr="00B34498">
        <w:t>Data coming from the Internet to your cable modem uses a 6 MHz channel, just like a single channel of cable TV. Data going from your cable modem to the Internet requires just 2 MHz of bandwidth.</w:t>
      </w:r>
    </w:p>
    <w:p w:rsidR="00B34498" w:rsidRPr="00B34498" w:rsidRDefault="00B34498" w:rsidP="00B34498">
      <w:pPr>
        <w:pStyle w:val="BodyText"/>
      </w:pPr>
      <w:r w:rsidRPr="00B34498">
        <w:t xml:space="preserve">In some areas, cable TV companies and telephone companies are switching to fiber-optic cables to provide </w:t>
      </w:r>
      <w:proofErr w:type="gramStart"/>
      <w:r w:rsidRPr="00B34498">
        <w:t>higher  bandwidth</w:t>
      </w:r>
      <w:proofErr w:type="gramEnd"/>
      <w:r w:rsidRPr="00B34498">
        <w:t xml:space="preserve"> and less speed degradation to customers.</w:t>
      </w:r>
    </w:p>
    <w:p w:rsidR="00B34498" w:rsidRDefault="00B34498" w:rsidP="00FE319E">
      <w:pPr>
        <w:pStyle w:val="BodyText"/>
      </w:pPr>
      <w:r>
        <w:rPr>
          <w:noProof/>
        </w:rPr>
        <w:lastRenderedPageBreak/>
        <w:drawing>
          <wp:inline distT="0" distB="0" distL="0" distR="0">
            <wp:extent cx="5943600" cy="4457700"/>
            <wp:effectExtent l="0" t="0" r="0" b="0"/>
            <wp:docPr id="5" name="Picture 5" descr="C:\Users\Mika\Documents\My Documents\Pearson\2013\July\4\Networking_Lesson12_Presentation_ROOT_07041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3\July\4\Networking_Lesson12_Presentation_ROOT_070413\Slide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B34498" w:rsidRPr="00B34498" w:rsidRDefault="00B34498" w:rsidP="00B34498">
      <w:pPr>
        <w:pStyle w:val="BodyText"/>
      </w:pPr>
      <w:r w:rsidRPr="00B34498">
        <w:t>When the customer sends a request for a web page, the satellite software attaches a piece of code (called a tunneling code) to the request. The request is then beamed from the satellite dish installed on your house to a satellite orbiting the earth. The satellite relays the request back down to the earth to the ISP’s network operations center, or NOC, which is where the customer’s actual Internet connection is located. The NOC requests that web page for you and then beams it up to the satellite in space. The satellite beams the page back down to the dish on the customer’s house, and the dish sends the web page through the satellite modem and onto the PC monitor. The whole process typically takes less than half a second!</w:t>
      </w:r>
    </w:p>
    <w:p w:rsidR="00B34498" w:rsidRPr="00B34498" w:rsidRDefault="00B34498" w:rsidP="00B34498">
      <w:pPr>
        <w:pStyle w:val="BodyText"/>
      </w:pPr>
      <w:r w:rsidRPr="00B34498">
        <w:t xml:space="preserve">Typically a completely clear line of sight between the satellite dish and the satellite is required for the system to work. The signal can be absorbed and scattered by rain, and the signal is also impacted by the presence of trees and other vegetation in its path. </w:t>
      </w:r>
    </w:p>
    <w:p w:rsidR="00B34498" w:rsidRPr="00B34498" w:rsidRDefault="00B34498" w:rsidP="00B34498">
      <w:pPr>
        <w:pStyle w:val="BodyText"/>
      </w:pPr>
      <w:r w:rsidRPr="00B34498">
        <w:t>The satellites used for two-way Internet service orbit 23,000 miles or more above the equator. This means that a round-trip transmission travels a total of about 92,000 miles. Even though the signals travel at nearly the speed of light, this accounts for more delay than found in earth-based networks. This delay is known as latency.</w:t>
      </w:r>
    </w:p>
    <w:p w:rsidR="00B34498" w:rsidRPr="00B34498" w:rsidRDefault="00B34498" w:rsidP="00B34498">
      <w:pPr>
        <w:pStyle w:val="BodyText"/>
      </w:pPr>
      <w:r w:rsidRPr="00B34498">
        <w:t xml:space="preserve">As with cable modem ISPs, your data transmission speed may vary according to how many subscribers are using the service at the same time as you. </w:t>
      </w:r>
    </w:p>
    <w:p w:rsidR="00B34498" w:rsidRDefault="00B34498" w:rsidP="00FE319E">
      <w:pPr>
        <w:pStyle w:val="BodyText"/>
      </w:pPr>
      <w:r>
        <w:rPr>
          <w:noProof/>
        </w:rPr>
        <w:lastRenderedPageBreak/>
        <w:drawing>
          <wp:inline distT="0" distB="0" distL="0" distR="0">
            <wp:extent cx="5943600" cy="4457700"/>
            <wp:effectExtent l="0" t="0" r="0" b="0"/>
            <wp:docPr id="6" name="Picture 6" descr="C:\Users\Mika\Documents\My Documents\Pearson\2013\July\4\Networking_Lesson12_Presentation_ROOT_070413\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My Documents\Pearson\2013\July\4\Networking_Lesson12_Presentation_ROOT_070413\Slide6.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B34498" w:rsidRPr="00B34498" w:rsidRDefault="00B34498" w:rsidP="00B34498">
      <w:pPr>
        <w:pStyle w:val="BodyText"/>
      </w:pPr>
      <w:r w:rsidRPr="00B34498">
        <w:t>The type of ISP you choose determines how you connect with your ISP—whether it’s a telephone line, a cable, or a wireless satellite.</w:t>
      </w:r>
    </w:p>
    <w:p w:rsidR="00B34498" w:rsidRPr="00B34498" w:rsidRDefault="00B34498" w:rsidP="00B34498">
      <w:pPr>
        <w:pStyle w:val="BodyText"/>
      </w:pPr>
      <w:r w:rsidRPr="00B34498">
        <w:t xml:space="preserve">Once you are connected to your ISP, the information you send over the Internet gets routed through your ISP’s servers and out to other servers on the Internet on fiber-optic cables. These main Internet servers handle a lot of traffic and are connected also via thick fiber-optic cables. The main Internet servers are known as the Internet backbone. There are backbones across the </w:t>
      </w:r>
      <w:proofErr w:type="gramStart"/>
      <w:r w:rsidRPr="00B34498">
        <w:t>world that carry</w:t>
      </w:r>
      <w:proofErr w:type="gramEnd"/>
      <w:r w:rsidRPr="00B34498">
        <w:t xml:space="preserve"> data globally, routing data packets along the quickest, smoothest path to their destinations.  </w:t>
      </w:r>
    </w:p>
    <w:p w:rsidR="00B34498" w:rsidRPr="00B34498" w:rsidRDefault="00B34498" w:rsidP="00B34498">
      <w:pPr>
        <w:pStyle w:val="BodyText"/>
      </w:pPr>
      <w:r w:rsidRPr="00B34498">
        <w:t>Since the Internet covers a large area, it is known as a wide area network, or WAN. In fact, the Internet is the largest of all WANs.</w:t>
      </w:r>
    </w:p>
    <w:p w:rsidR="00B34498" w:rsidRDefault="00B34498" w:rsidP="00FE319E">
      <w:pPr>
        <w:pStyle w:val="BodyText"/>
      </w:pPr>
    </w:p>
    <w:p w:rsidR="0016448D" w:rsidRDefault="0016448D" w:rsidP="0016448D">
      <w:pPr>
        <w:pStyle w:val="ResourceNo"/>
      </w:pPr>
      <w:r w:rsidRPr="00CC58E3">
        <w:lastRenderedPageBreak/>
        <w:t xml:space="preserve">Student Resource </w:t>
      </w:r>
      <w:r>
        <w:t>12.</w:t>
      </w:r>
      <w:r w:rsidR="00840608">
        <w:t>5</w:t>
      </w:r>
    </w:p>
    <w:p w:rsidR="0016448D" w:rsidRPr="003A6EC7" w:rsidRDefault="0016448D" w:rsidP="0016448D">
      <w:pPr>
        <w:pStyle w:val="ResourceTitle"/>
      </w:pPr>
      <w:r>
        <w:t>Assignment</w:t>
      </w:r>
      <w:r w:rsidR="00840608">
        <w:t xml:space="preserve"> Sheet</w:t>
      </w:r>
      <w:r>
        <w:t>: Internet Services Poster</w:t>
      </w:r>
    </w:p>
    <w:p w:rsidR="0016448D" w:rsidRDefault="0016448D" w:rsidP="0016448D">
      <w:pPr>
        <w:pStyle w:val="Instructions"/>
      </w:pPr>
      <w:r>
        <w:t xml:space="preserve">Directions: Working with your group, create </w:t>
      </w:r>
      <w:r w:rsidR="000944F1">
        <w:t>a poster</w:t>
      </w:r>
      <w:r>
        <w:t xml:space="preserve"> to compare and contrast different Internet services </w:t>
      </w:r>
      <w:r w:rsidR="00580813">
        <w:t>based on what you have learned in this lesson and what is available in your area</w:t>
      </w:r>
      <w:r>
        <w:t>.</w:t>
      </w:r>
      <w:r w:rsidR="000944F1">
        <w:t xml:space="preserve"> </w:t>
      </w:r>
      <w:r>
        <w:t xml:space="preserve">Decide as a group how you will design the poster, and assign each group member a task </w:t>
      </w:r>
      <w:r w:rsidR="000944F1">
        <w:t xml:space="preserve">such as researching, </w:t>
      </w:r>
      <w:r>
        <w:t>drawing</w:t>
      </w:r>
      <w:r w:rsidR="000944F1">
        <w:t>,</w:t>
      </w:r>
      <w:r>
        <w:t xml:space="preserve"> or writing up the information for a part of the poster. </w:t>
      </w:r>
    </w:p>
    <w:p w:rsidR="00580813" w:rsidRDefault="00580813" w:rsidP="00951A5E">
      <w:pPr>
        <w:pStyle w:val="H2"/>
      </w:pPr>
      <w:r>
        <w:t>Research</w:t>
      </w:r>
    </w:p>
    <w:p w:rsidR="00580813" w:rsidRDefault="00580813" w:rsidP="00951A5E">
      <w:r>
        <w:t xml:space="preserve">To begin, use the Internet to </w:t>
      </w:r>
      <w:r w:rsidR="00942AFA">
        <w:t>research</w:t>
      </w:r>
      <w:r>
        <w:t xml:space="preserve"> at least one DSL and one cable service available in your area (if both are available)</w:t>
      </w:r>
      <w:r w:rsidR="00942AFA">
        <w:t>.</w:t>
      </w:r>
      <w:r>
        <w:t xml:space="preserve"> You may also want to include a satellite service if one is available in your area. When you do your research, use </w:t>
      </w:r>
      <w:r w:rsidR="00FC2079">
        <w:t>the</w:t>
      </w:r>
      <w:r>
        <w:t xml:space="preserve"> home address </w:t>
      </w:r>
      <w:r w:rsidR="00FC2079">
        <w:t xml:space="preserve">of one of your group members </w:t>
      </w:r>
      <w:r>
        <w:t>to see what services you are offered by the cable, DSL</w:t>
      </w:r>
      <w:r w:rsidR="00942AFA">
        <w:t>,</w:t>
      </w:r>
      <w:r>
        <w:t xml:space="preserve"> and satellite ISPs. Take notes on the download bandwidth, the price, and the materials needed to set up the connection.</w:t>
      </w:r>
    </w:p>
    <w:p w:rsidR="00580813" w:rsidRPr="00580813" w:rsidRDefault="00580813" w:rsidP="00951A5E">
      <w:pPr>
        <w:pStyle w:val="H2"/>
      </w:pPr>
      <w:r>
        <w:t>Compare and Contrast</w:t>
      </w:r>
    </w:p>
    <w:p w:rsidR="0016448D" w:rsidRDefault="00580813" w:rsidP="0016448D">
      <w:pPr>
        <w:pStyle w:val="BodyText"/>
      </w:pPr>
      <w:r>
        <w:t>Create a chart, diagram, or other graphic organizer to</w:t>
      </w:r>
      <w:r w:rsidR="0016448D">
        <w:t xml:space="preserve"> compare and contrast the following aspects of </w:t>
      </w:r>
      <w:r w:rsidR="00942AFA">
        <w:t xml:space="preserve">the </w:t>
      </w:r>
      <w:r w:rsidR="0016448D">
        <w:t>Internet services:</w:t>
      </w:r>
    </w:p>
    <w:p w:rsidR="001D10FF" w:rsidRDefault="001D10FF" w:rsidP="001D10FF">
      <w:pPr>
        <w:pStyle w:val="BodyText"/>
        <w:numPr>
          <w:ilvl w:val="0"/>
          <w:numId w:val="16"/>
        </w:numPr>
      </w:pPr>
      <w:r>
        <w:t xml:space="preserve">The type of service providers and </w:t>
      </w:r>
      <w:r w:rsidR="00942AFA">
        <w:t xml:space="preserve">the </w:t>
      </w:r>
      <w:r>
        <w:t>infrastructure (telephone lines, cable lines, other) associated with each</w:t>
      </w:r>
    </w:p>
    <w:p w:rsidR="0016448D" w:rsidRDefault="0016448D" w:rsidP="0016448D">
      <w:pPr>
        <w:pStyle w:val="BodyText"/>
        <w:numPr>
          <w:ilvl w:val="0"/>
          <w:numId w:val="16"/>
        </w:numPr>
      </w:pPr>
      <w:r>
        <w:t xml:space="preserve">The type of physical components a user needs to connect to each </w:t>
      </w:r>
      <w:r w:rsidR="001D10FF">
        <w:t xml:space="preserve">type of </w:t>
      </w:r>
      <w:r>
        <w:t>network</w:t>
      </w:r>
    </w:p>
    <w:p w:rsidR="0016448D" w:rsidRDefault="0016448D" w:rsidP="0016448D">
      <w:pPr>
        <w:pStyle w:val="BodyText"/>
        <w:numPr>
          <w:ilvl w:val="0"/>
          <w:numId w:val="15"/>
        </w:numPr>
      </w:pPr>
      <w:r>
        <w:t xml:space="preserve">The </w:t>
      </w:r>
      <w:r w:rsidR="001D10FF">
        <w:t xml:space="preserve">advertised </w:t>
      </w:r>
      <w:r>
        <w:t>speed of each service</w:t>
      </w:r>
      <w:r w:rsidR="001D10FF">
        <w:t xml:space="preserve"> and what kind of technology the </w:t>
      </w:r>
      <w:r w:rsidR="00942AFA">
        <w:t xml:space="preserve">service </w:t>
      </w:r>
      <w:r w:rsidR="001D10FF">
        <w:t>use</w:t>
      </w:r>
      <w:r w:rsidR="00942AFA">
        <w:t>s</w:t>
      </w:r>
      <w:r w:rsidR="001D10FF">
        <w:t xml:space="preserve"> to attain the speed</w:t>
      </w:r>
    </w:p>
    <w:p w:rsidR="001D10FF" w:rsidRDefault="001D10FF" w:rsidP="0016448D">
      <w:pPr>
        <w:pStyle w:val="BodyText"/>
        <w:numPr>
          <w:ilvl w:val="0"/>
          <w:numId w:val="15"/>
        </w:numPr>
      </w:pPr>
      <w:r>
        <w:t>The cost of each service</w:t>
      </w:r>
    </w:p>
    <w:p w:rsidR="0016448D" w:rsidRDefault="000944F1" w:rsidP="0016448D">
      <w:pPr>
        <w:pStyle w:val="BodyText"/>
        <w:numPr>
          <w:ilvl w:val="0"/>
          <w:numId w:val="15"/>
        </w:numPr>
      </w:pPr>
      <w:r>
        <w:t>B</w:t>
      </w:r>
      <w:r w:rsidR="0016448D">
        <w:t xml:space="preserve">enefits </w:t>
      </w:r>
      <w:r>
        <w:t xml:space="preserve">and </w:t>
      </w:r>
      <w:r w:rsidR="00942AFA">
        <w:t xml:space="preserve">drawbacks </w:t>
      </w:r>
      <w:r>
        <w:t>of differe</w:t>
      </w:r>
      <w:r w:rsidR="00942AFA">
        <w:t>n</w:t>
      </w:r>
      <w:r>
        <w:t>t types of service</w:t>
      </w:r>
    </w:p>
    <w:p w:rsidR="00580813" w:rsidRDefault="00580813" w:rsidP="00951A5E">
      <w:pPr>
        <w:pStyle w:val="H2"/>
      </w:pPr>
      <w:r>
        <w:t>Draw a Conclusion</w:t>
      </w:r>
    </w:p>
    <w:p w:rsidR="00580813" w:rsidRPr="001D10FF" w:rsidRDefault="00580813" w:rsidP="00580813">
      <w:pPr>
        <w:pStyle w:val="BodyText"/>
      </w:pPr>
      <w:r>
        <w:t>Work together as a group to determine which service you think would be the best choice for a home in your area and why. Be sure to consider both the cost and the benefits when making your choice. (For example, you may not want to choose the most expensive plan with 50 Mbps download speed unless you plan to do videoconferencing every day.</w:t>
      </w:r>
      <w:r w:rsidR="00BD1FB1">
        <w:t xml:space="preserve"> </w:t>
      </w:r>
      <w:r>
        <w:t>Perhaps a slower speed that is less expensive would provide you with as much bandwidth as you need.)</w:t>
      </w:r>
    </w:p>
    <w:p w:rsidR="00580813" w:rsidRDefault="00580813" w:rsidP="00951A5E">
      <w:pPr>
        <w:pStyle w:val="H2"/>
      </w:pPr>
      <w:r>
        <w:t>Design Your Poster</w:t>
      </w:r>
    </w:p>
    <w:p w:rsidR="0016448D" w:rsidRPr="00144E8C" w:rsidRDefault="0016448D" w:rsidP="00FC2079">
      <w:pPr>
        <w:pStyle w:val="BodyText"/>
      </w:pPr>
      <w:r>
        <w:t>Be</w:t>
      </w:r>
      <w:r w:rsidRPr="00144E8C">
        <w:t xml:space="preserve"> sure to include these design elements when developing your poster:</w:t>
      </w:r>
    </w:p>
    <w:p w:rsidR="0016448D" w:rsidRPr="005648B4" w:rsidRDefault="0016448D" w:rsidP="00951A5E">
      <w:pPr>
        <w:pStyle w:val="BL"/>
      </w:pPr>
      <w:r w:rsidRPr="005648B4">
        <w:t>Use a chart or diagram to compare or contrast the Internet services.</w:t>
      </w:r>
    </w:p>
    <w:p w:rsidR="0016448D" w:rsidRPr="00951A5E" w:rsidRDefault="001D10FF" w:rsidP="00951A5E">
      <w:pPr>
        <w:pStyle w:val="BL"/>
      </w:pPr>
      <w:r w:rsidRPr="00951A5E">
        <w:t xml:space="preserve">Include </w:t>
      </w:r>
      <w:r w:rsidR="0016448D" w:rsidRPr="00951A5E">
        <w:t>informative text with bullet points or short phrases to convey your meaning.</w:t>
      </w:r>
    </w:p>
    <w:p w:rsidR="000944F1" w:rsidRPr="005648B4" w:rsidRDefault="001D10FF" w:rsidP="00951A5E">
      <w:pPr>
        <w:pStyle w:val="BL"/>
      </w:pPr>
      <w:r w:rsidRPr="00951A5E">
        <w:t>Include at</w:t>
      </w:r>
      <w:r w:rsidR="000944F1" w:rsidRPr="00951A5E">
        <w:t xml:space="preserve"> least one illustration</w:t>
      </w:r>
      <w:r w:rsidR="005648B4">
        <w:t>.</w:t>
      </w:r>
    </w:p>
    <w:p w:rsidR="00580813" w:rsidRPr="005648B4" w:rsidRDefault="00580813" w:rsidP="00951A5E">
      <w:pPr>
        <w:pStyle w:val="BL"/>
      </w:pPr>
      <w:r w:rsidRPr="005648B4">
        <w:t>Make sure you state your conclusion clearly</w:t>
      </w:r>
      <w:r w:rsidR="005648B4">
        <w:t>.</w:t>
      </w:r>
    </w:p>
    <w:p w:rsidR="0016448D" w:rsidRDefault="0016448D" w:rsidP="0016448D">
      <w:pPr>
        <w:pStyle w:val="BodyText"/>
      </w:pPr>
    </w:p>
    <w:p w:rsidR="00055AA4" w:rsidRDefault="00055AA4">
      <w:pPr>
        <w:spacing w:after="0" w:line="240" w:lineRule="auto"/>
        <w:rPr>
          <w:rFonts w:cs="Arial"/>
          <w:bCs/>
          <w:color w:val="27448B"/>
          <w:sz w:val="24"/>
          <w:szCs w:val="28"/>
        </w:rPr>
      </w:pPr>
      <w:r>
        <w:br w:type="page"/>
      </w:r>
    </w:p>
    <w:p w:rsidR="0016448D" w:rsidRDefault="0016448D" w:rsidP="0016448D">
      <w:pPr>
        <w:pStyle w:val="H3"/>
      </w:pPr>
      <w:r>
        <w:lastRenderedPageBreak/>
        <w:t>Make sure your poster meets or exceeds the following assessment criteria:</w:t>
      </w:r>
    </w:p>
    <w:p w:rsidR="0016448D" w:rsidRPr="005648B4" w:rsidRDefault="00055AA4" w:rsidP="005648B4">
      <w:pPr>
        <w:pStyle w:val="BL"/>
      </w:pPr>
      <w:r w:rsidRPr="005648B4">
        <w:t>T</w:t>
      </w:r>
      <w:r w:rsidR="0016448D" w:rsidRPr="005648B4">
        <w:t>he poster provides an accurate and complete comparison of the different Internet services</w:t>
      </w:r>
      <w:r w:rsidRPr="005648B4">
        <w:t xml:space="preserve"> available in the area</w:t>
      </w:r>
      <w:r w:rsidR="0016448D" w:rsidRPr="005648B4">
        <w:t>.</w:t>
      </w:r>
    </w:p>
    <w:p w:rsidR="0016448D" w:rsidRPr="005648B4" w:rsidRDefault="0016448D" w:rsidP="005648B4">
      <w:pPr>
        <w:pStyle w:val="BL"/>
      </w:pPr>
      <w:r w:rsidRPr="005648B4">
        <w:t xml:space="preserve">The poster </w:t>
      </w:r>
      <w:r w:rsidR="00055AA4" w:rsidRPr="005648B4">
        <w:t xml:space="preserve">accurately highlights </w:t>
      </w:r>
      <w:r w:rsidRPr="005648B4">
        <w:t xml:space="preserve">the benefits </w:t>
      </w:r>
      <w:r w:rsidR="00055AA4" w:rsidRPr="005648B4">
        <w:t xml:space="preserve">and </w:t>
      </w:r>
      <w:r w:rsidRPr="005648B4">
        <w:t>disadvantages of each service.</w:t>
      </w:r>
    </w:p>
    <w:p w:rsidR="0016448D" w:rsidRPr="005648B4" w:rsidRDefault="0016448D" w:rsidP="005648B4">
      <w:pPr>
        <w:pStyle w:val="BL"/>
      </w:pPr>
      <w:r w:rsidRPr="005648B4">
        <w:t xml:space="preserve">The poster </w:t>
      </w:r>
      <w:r w:rsidR="00055AA4" w:rsidRPr="005648B4">
        <w:t>provides a convincing conclusion about why one particular service would be a good choice</w:t>
      </w:r>
      <w:r w:rsidRPr="005648B4">
        <w:t>.</w:t>
      </w:r>
    </w:p>
    <w:p w:rsidR="0016448D" w:rsidRPr="005648B4" w:rsidRDefault="0016448D">
      <w:pPr>
        <w:pStyle w:val="BL"/>
      </w:pPr>
      <w:r w:rsidRPr="005648B4">
        <w:t>The poster is neat and uses proper spelling and grammar.</w:t>
      </w:r>
    </w:p>
    <w:p w:rsidR="0016448D" w:rsidRPr="00B16B6C" w:rsidRDefault="0016448D" w:rsidP="0016448D">
      <w:pPr>
        <w:pStyle w:val="BodyText"/>
      </w:pPr>
    </w:p>
    <w:p w:rsidR="0016448D" w:rsidRPr="00F82091" w:rsidRDefault="0016448D" w:rsidP="00FE319E">
      <w:pPr>
        <w:pStyle w:val="BodyText"/>
      </w:pPr>
    </w:p>
    <w:sectPr w:rsidR="0016448D" w:rsidRPr="00F82091" w:rsidSect="00966022">
      <w:headerReference w:type="default" r:id="rId19"/>
      <w:footerReference w:type="defaul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06B" w:rsidRDefault="00B3606B">
      <w:r>
        <w:separator/>
      </w:r>
    </w:p>
  </w:endnote>
  <w:endnote w:type="continuationSeparator" w:id="0">
    <w:p w:rsidR="00B3606B" w:rsidRDefault="00B36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5F" w:rsidRPr="00183F3F" w:rsidRDefault="00444B5F" w:rsidP="00966022">
    <w:pPr>
      <w:pStyle w:val="Footer"/>
    </w:pPr>
    <w:r>
      <w:t>Copyright © 2008–2013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5F" w:rsidRPr="00183F3F" w:rsidRDefault="00444B5F" w:rsidP="00966022">
    <w:pPr>
      <w:pStyle w:val="Footer"/>
    </w:pPr>
    <w:r>
      <w:t>Copyright © 2008–2013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06B" w:rsidRDefault="00B3606B">
      <w:r>
        <w:separator/>
      </w:r>
    </w:p>
  </w:footnote>
  <w:footnote w:type="continuationSeparator" w:id="0">
    <w:p w:rsidR="00B3606B" w:rsidRDefault="00B360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B5F" w:rsidRPr="00DF02BE" w:rsidRDefault="00444B5F" w:rsidP="00A44C84">
    <w:pPr>
      <w:pStyle w:val="Headers"/>
    </w:pPr>
    <w:r>
      <w:rPr>
        <w:b/>
      </w:rPr>
      <w:t>AOIT Computer Networking</w:t>
    </w:r>
  </w:p>
  <w:p w:rsidR="00444B5F" w:rsidRPr="00DF02BE" w:rsidRDefault="00444B5F" w:rsidP="00A44C84">
    <w:pPr>
      <w:pStyle w:val="Headers"/>
    </w:pPr>
    <w:r w:rsidRPr="00DF02BE">
      <w:rPr>
        <w:b/>
      </w:rPr>
      <w:t xml:space="preserve">Lesson 12 </w:t>
    </w:r>
    <w:r w:rsidRPr="00DF02BE">
      <w:t>Host Access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B5342E"/>
    <w:multiLevelType w:val="hybridMultilevel"/>
    <w:tmpl w:val="301855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4A3344"/>
    <w:multiLevelType w:val="hybridMultilevel"/>
    <w:tmpl w:val="F2CAF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34D2724"/>
    <w:multiLevelType w:val="hybridMultilevel"/>
    <w:tmpl w:val="83E8DC4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3A8524D"/>
    <w:multiLevelType w:val="hybridMultilevel"/>
    <w:tmpl w:val="32C043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58F433F"/>
    <w:multiLevelType w:val="hybridMultilevel"/>
    <w:tmpl w:val="4D5069C6"/>
    <w:lvl w:ilvl="0" w:tplc="278EB6A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6ED29A0"/>
    <w:multiLevelType w:val="hybridMultilevel"/>
    <w:tmpl w:val="1EE80C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179269DF"/>
    <w:multiLevelType w:val="hybridMultilevel"/>
    <w:tmpl w:val="DD4AEB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4">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C6A4D70"/>
    <w:multiLevelType w:val="hybridMultilevel"/>
    <w:tmpl w:val="1338C0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F732724"/>
    <w:multiLevelType w:val="hybridMultilevel"/>
    <w:tmpl w:val="5E7C249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AE7C3F"/>
    <w:multiLevelType w:val="hybridMultilevel"/>
    <w:tmpl w:val="7C46FB0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3B560F9"/>
    <w:multiLevelType w:val="hybridMultilevel"/>
    <w:tmpl w:val="16B6B5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BA94D5E"/>
    <w:multiLevelType w:val="hybridMultilevel"/>
    <w:tmpl w:val="B37083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BE778E7"/>
    <w:multiLevelType w:val="hybridMultilevel"/>
    <w:tmpl w:val="F54ABCC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0"/>
  </w:num>
  <w:num w:numId="3">
    <w:abstractNumId w:val="24"/>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24"/>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5">
    <w:abstractNumId w:val="6"/>
  </w:num>
  <w:num w:numId="6">
    <w:abstractNumId w:val="16"/>
  </w:num>
  <w:num w:numId="7">
    <w:abstractNumId w:val="9"/>
  </w:num>
  <w:num w:numId="8">
    <w:abstractNumId w:val="18"/>
  </w:num>
  <w:num w:numId="9">
    <w:abstractNumId w:val="2"/>
  </w:num>
  <w:num w:numId="10">
    <w:abstractNumId w:val="8"/>
  </w:num>
  <w:num w:numId="11">
    <w:abstractNumId w:val="29"/>
  </w:num>
  <w:num w:numId="12">
    <w:abstractNumId w:val="12"/>
  </w:num>
  <w:num w:numId="13">
    <w:abstractNumId w:val="15"/>
  </w:num>
  <w:num w:numId="14">
    <w:abstractNumId w:val="19"/>
  </w:num>
  <w:num w:numId="15">
    <w:abstractNumId w:val="27"/>
  </w:num>
  <w:num w:numId="16">
    <w:abstractNumId w:val="11"/>
  </w:num>
  <w:num w:numId="17">
    <w:abstractNumId w:val="3"/>
  </w:num>
  <w:num w:numId="18">
    <w:abstractNumId w:val="31"/>
  </w:num>
  <w:num w:numId="19">
    <w:abstractNumId w:val="7"/>
  </w:num>
  <w:num w:numId="20">
    <w:abstractNumId w:val="32"/>
  </w:num>
  <w:num w:numId="21">
    <w:abstractNumId w:val="14"/>
  </w:num>
  <w:num w:numId="22">
    <w:abstractNumId w:val="24"/>
    <w:lvlOverride w:ilvl="0">
      <w:startOverride w:val="1"/>
    </w:lvlOverride>
  </w:num>
  <w:num w:numId="23">
    <w:abstractNumId w:val="4"/>
  </w:num>
  <w:num w:numId="24">
    <w:abstractNumId w:val="0"/>
  </w:num>
  <w:num w:numId="25">
    <w:abstractNumId w:val="5"/>
  </w:num>
  <w:num w:numId="26">
    <w:abstractNumId w:val="25"/>
  </w:num>
  <w:num w:numId="27">
    <w:abstractNumId w:val="23"/>
  </w:num>
  <w:num w:numId="28">
    <w:abstractNumId w:val="28"/>
  </w:num>
  <w:num w:numId="29">
    <w:abstractNumId w:val="26"/>
  </w:num>
  <w:num w:numId="30">
    <w:abstractNumId w:val="30"/>
  </w:num>
  <w:num w:numId="31">
    <w:abstractNumId w:val="22"/>
  </w:num>
  <w:num w:numId="32">
    <w:abstractNumId w:val="21"/>
  </w:num>
  <w:num w:numId="33">
    <w:abstractNumId w:val="24"/>
    <w:lvlOverride w:ilvl="0">
      <w:startOverride w:val="1"/>
    </w:lvlOverride>
  </w:num>
  <w:num w:numId="34">
    <w:abstractNumId w:val="24"/>
    <w:lvlOverride w:ilvl="0">
      <w:startOverride w:val="1"/>
    </w:lvlOverride>
  </w:num>
  <w:num w:numId="35">
    <w:abstractNumId w:val="17"/>
  </w:num>
  <w:num w:numId="36">
    <w:abstractNumId w:val="20"/>
  </w:num>
  <w:num w:numId="37">
    <w:abstractNumId w:val="24"/>
    <w:lvlOverride w:ilvl="0">
      <w:startOverride w:val="1"/>
    </w:lvlOverride>
  </w:num>
  <w:num w:numId="38">
    <w:abstractNumId w:val="13"/>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1D5"/>
    <w:rsid w:val="00055AA4"/>
    <w:rsid w:val="00094496"/>
    <w:rsid w:val="000944F1"/>
    <w:rsid w:val="00094A34"/>
    <w:rsid w:val="000B49B4"/>
    <w:rsid w:val="000F64D6"/>
    <w:rsid w:val="001153F3"/>
    <w:rsid w:val="001600B7"/>
    <w:rsid w:val="0016448D"/>
    <w:rsid w:val="001848B9"/>
    <w:rsid w:val="001A5A7B"/>
    <w:rsid w:val="001D10FF"/>
    <w:rsid w:val="001F61D5"/>
    <w:rsid w:val="0020244C"/>
    <w:rsid w:val="00246161"/>
    <w:rsid w:val="002C5508"/>
    <w:rsid w:val="00316FDB"/>
    <w:rsid w:val="00330398"/>
    <w:rsid w:val="00343152"/>
    <w:rsid w:val="00354651"/>
    <w:rsid w:val="00391ED2"/>
    <w:rsid w:val="003A6EC7"/>
    <w:rsid w:val="00415BBC"/>
    <w:rsid w:val="00444B5F"/>
    <w:rsid w:val="0047047E"/>
    <w:rsid w:val="004A2306"/>
    <w:rsid w:val="004A34EE"/>
    <w:rsid w:val="004C5658"/>
    <w:rsid w:val="004D2A6A"/>
    <w:rsid w:val="004D2CBF"/>
    <w:rsid w:val="00537822"/>
    <w:rsid w:val="00540700"/>
    <w:rsid w:val="00555620"/>
    <w:rsid w:val="00557292"/>
    <w:rsid w:val="005648B4"/>
    <w:rsid w:val="005722CC"/>
    <w:rsid w:val="00580813"/>
    <w:rsid w:val="00592999"/>
    <w:rsid w:val="005A548B"/>
    <w:rsid w:val="005C72FD"/>
    <w:rsid w:val="005D2483"/>
    <w:rsid w:val="005D63E7"/>
    <w:rsid w:val="00600CC1"/>
    <w:rsid w:val="00631825"/>
    <w:rsid w:val="00633F59"/>
    <w:rsid w:val="00656D94"/>
    <w:rsid w:val="00691BE4"/>
    <w:rsid w:val="006D01FE"/>
    <w:rsid w:val="007136E6"/>
    <w:rsid w:val="00752CF8"/>
    <w:rsid w:val="007859CC"/>
    <w:rsid w:val="007926A9"/>
    <w:rsid w:val="007A1C73"/>
    <w:rsid w:val="007B279F"/>
    <w:rsid w:val="007C09A6"/>
    <w:rsid w:val="007D0509"/>
    <w:rsid w:val="007D146A"/>
    <w:rsid w:val="0080040E"/>
    <w:rsid w:val="00805A75"/>
    <w:rsid w:val="00816378"/>
    <w:rsid w:val="0083643C"/>
    <w:rsid w:val="00840608"/>
    <w:rsid w:val="008471C2"/>
    <w:rsid w:val="00852FB1"/>
    <w:rsid w:val="008A163E"/>
    <w:rsid w:val="008C056A"/>
    <w:rsid w:val="00901FA6"/>
    <w:rsid w:val="0093727C"/>
    <w:rsid w:val="00942AFA"/>
    <w:rsid w:val="00951A5E"/>
    <w:rsid w:val="00966022"/>
    <w:rsid w:val="0098256E"/>
    <w:rsid w:val="009A2280"/>
    <w:rsid w:val="009E6C0F"/>
    <w:rsid w:val="00A053B1"/>
    <w:rsid w:val="00A44C84"/>
    <w:rsid w:val="00A807C3"/>
    <w:rsid w:val="00A924F4"/>
    <w:rsid w:val="00A9462C"/>
    <w:rsid w:val="00AA0116"/>
    <w:rsid w:val="00B11425"/>
    <w:rsid w:val="00B16B6C"/>
    <w:rsid w:val="00B34498"/>
    <w:rsid w:val="00B35E0E"/>
    <w:rsid w:val="00B3606B"/>
    <w:rsid w:val="00B44383"/>
    <w:rsid w:val="00B8641A"/>
    <w:rsid w:val="00BB6EAF"/>
    <w:rsid w:val="00BD1FB1"/>
    <w:rsid w:val="00C64279"/>
    <w:rsid w:val="00C720F1"/>
    <w:rsid w:val="00C771C1"/>
    <w:rsid w:val="00C84292"/>
    <w:rsid w:val="00CB7330"/>
    <w:rsid w:val="00CC3868"/>
    <w:rsid w:val="00CE5955"/>
    <w:rsid w:val="00D25279"/>
    <w:rsid w:val="00D25452"/>
    <w:rsid w:val="00D445DC"/>
    <w:rsid w:val="00D6609D"/>
    <w:rsid w:val="00D7682C"/>
    <w:rsid w:val="00DF699E"/>
    <w:rsid w:val="00E00B39"/>
    <w:rsid w:val="00E21B3D"/>
    <w:rsid w:val="00E21BEA"/>
    <w:rsid w:val="00E37841"/>
    <w:rsid w:val="00E54E23"/>
    <w:rsid w:val="00E6332C"/>
    <w:rsid w:val="00EA0413"/>
    <w:rsid w:val="00EC25B4"/>
    <w:rsid w:val="00EC779F"/>
    <w:rsid w:val="00EF336F"/>
    <w:rsid w:val="00F14C54"/>
    <w:rsid w:val="00F172BC"/>
    <w:rsid w:val="00F54F9E"/>
    <w:rsid w:val="00F771A0"/>
    <w:rsid w:val="00FA6478"/>
    <w:rsid w:val="00FC2079"/>
    <w:rsid w:val="00FC2C7F"/>
    <w:rsid w:val="00FD2D34"/>
    <w:rsid w:val="00FE319E"/>
    <w:rsid w:val="00FE6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E6409"/>
    <w:pPr>
      <w:spacing w:after="120" w:line="240" w:lineRule="atLeast"/>
    </w:pPr>
    <w:rPr>
      <w:rFonts w:ascii="Arial" w:hAnsi="Arial"/>
      <w:szCs w:val="24"/>
    </w:rPr>
  </w:style>
  <w:style w:type="paragraph" w:styleId="Heading1">
    <w:name w:val="heading 1"/>
    <w:basedOn w:val="Normal"/>
    <w:next w:val="Normal"/>
    <w:link w:val="Heading1Char"/>
    <w:rsid w:val="00FE6409"/>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FE6409"/>
    <w:pPr>
      <w:spacing w:before="120"/>
    </w:pPr>
  </w:style>
  <w:style w:type="character" w:customStyle="1" w:styleId="BodyTextChar">
    <w:name w:val="Body Text Char"/>
    <w:basedOn w:val="DefaultParagraphFont"/>
    <w:link w:val="BodyText"/>
    <w:rsid w:val="00FE6409"/>
    <w:rPr>
      <w:rFonts w:ascii="Arial" w:hAnsi="Arial"/>
      <w:szCs w:val="24"/>
    </w:rPr>
  </w:style>
  <w:style w:type="paragraph" w:customStyle="1" w:styleId="TableHeadings">
    <w:name w:val="Table Headings"/>
    <w:basedOn w:val="Normal"/>
    <w:autoRedefine/>
    <w:qFormat/>
    <w:rsid w:val="00FE6409"/>
    <w:pPr>
      <w:tabs>
        <w:tab w:val="left" w:pos="360"/>
        <w:tab w:val="left" w:pos="720"/>
      </w:tabs>
      <w:spacing w:before="120"/>
    </w:pPr>
    <w:rPr>
      <w:b/>
      <w:color w:val="FFFFFF"/>
      <w:szCs w:val="20"/>
    </w:rPr>
  </w:style>
  <w:style w:type="paragraph" w:customStyle="1" w:styleId="TableText">
    <w:name w:val="Table Text"/>
    <w:basedOn w:val="Normal"/>
    <w:autoRedefine/>
    <w:qFormat/>
    <w:rsid w:val="00FE6409"/>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5648B4"/>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FE6409"/>
    <w:pPr>
      <w:numPr>
        <w:numId w:val="22"/>
      </w:numPr>
      <w:spacing w:before="240" w:after="0"/>
    </w:pPr>
  </w:style>
  <w:style w:type="paragraph" w:customStyle="1" w:styleId="ResourceNo">
    <w:name w:val="ResourceNo"/>
    <w:basedOn w:val="Normal"/>
    <w:next w:val="ResourceTitle"/>
    <w:link w:val="ResourceNoChar"/>
    <w:autoRedefine/>
    <w:rsid w:val="00FE6409"/>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E6409"/>
    <w:rPr>
      <w:rFonts w:ascii="Arial" w:hAnsi="Arial" w:cs="AvenirLT-Heavy"/>
      <w:b/>
      <w:color w:val="27448B"/>
      <w:szCs w:val="44"/>
    </w:rPr>
  </w:style>
  <w:style w:type="paragraph" w:customStyle="1" w:styleId="Tabletextcolumnheadings">
    <w:name w:val="Table text column headings"/>
    <w:basedOn w:val="Normal"/>
    <w:rsid w:val="00FD2D34"/>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FE6409"/>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FE6409"/>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FE6409"/>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FE6409"/>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FE6409"/>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H1">
    <w:name w:val="H1"/>
    <w:basedOn w:val="Normal"/>
    <w:autoRedefine/>
    <w:qFormat/>
    <w:rsid w:val="00FE6409"/>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customStyle="1" w:styleId="CourseName">
    <w:name w:val="Course Name"/>
    <w:basedOn w:val="Normal"/>
    <w:next w:val="LessonNo"/>
    <w:autoRedefine/>
    <w:rsid w:val="00FE6409"/>
    <w:pPr>
      <w:spacing w:line="240" w:lineRule="auto"/>
      <w:jc w:val="center"/>
    </w:pPr>
    <w:rPr>
      <w:rFonts w:cs="Arial"/>
      <w:color w:val="000080"/>
      <w:sz w:val="36"/>
      <w:szCs w:val="36"/>
    </w:rPr>
  </w:style>
  <w:style w:type="paragraph" w:customStyle="1" w:styleId="Resources">
    <w:name w:val="Resources"/>
    <w:basedOn w:val="Normal"/>
    <w:autoRedefine/>
    <w:rsid w:val="00FE6409"/>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FE6409"/>
    <w:pPr>
      <w:tabs>
        <w:tab w:val="center" w:pos="4320"/>
        <w:tab w:val="right" w:pos="8640"/>
      </w:tabs>
    </w:pPr>
    <w:rPr>
      <w:sz w:val="16"/>
    </w:rPr>
  </w:style>
  <w:style w:type="paragraph" w:styleId="Header">
    <w:name w:val="header"/>
    <w:basedOn w:val="Normal"/>
    <w:rsid w:val="00FE6409"/>
    <w:pPr>
      <w:tabs>
        <w:tab w:val="center" w:pos="4320"/>
        <w:tab w:val="right" w:pos="8640"/>
      </w:tabs>
    </w:pPr>
  </w:style>
  <w:style w:type="character" w:styleId="Hyperlink">
    <w:name w:val="Hyperlink"/>
    <w:basedOn w:val="DefaultParagraphFont"/>
    <w:rsid w:val="00FE6409"/>
    <w:rPr>
      <w:rFonts w:cs="Times New Roman"/>
      <w:color w:val="0000FF"/>
      <w:u w:val="single"/>
    </w:rPr>
  </w:style>
  <w:style w:type="paragraph" w:styleId="BalloonText">
    <w:name w:val="Balloon Text"/>
    <w:basedOn w:val="Normal"/>
    <w:semiHidden/>
    <w:rsid w:val="00FE6409"/>
    <w:rPr>
      <w:rFonts w:ascii="Tahoma" w:hAnsi="Tahoma" w:cs="Tahoma"/>
      <w:sz w:val="16"/>
      <w:szCs w:val="16"/>
    </w:rPr>
  </w:style>
  <w:style w:type="character" w:styleId="CommentReference">
    <w:name w:val="annotation reference"/>
    <w:basedOn w:val="DefaultParagraphFont"/>
    <w:rsid w:val="00FE6409"/>
    <w:rPr>
      <w:sz w:val="16"/>
      <w:szCs w:val="16"/>
    </w:rPr>
  </w:style>
  <w:style w:type="paragraph" w:styleId="CommentText">
    <w:name w:val="annotation text"/>
    <w:basedOn w:val="Normal"/>
    <w:link w:val="CommentTextChar"/>
    <w:semiHidden/>
    <w:rsid w:val="00FE6409"/>
    <w:pPr>
      <w:ind w:left="576" w:hanging="576"/>
    </w:pPr>
  </w:style>
  <w:style w:type="paragraph" w:styleId="CommentSubject">
    <w:name w:val="annotation subject"/>
    <w:basedOn w:val="CommentText"/>
    <w:next w:val="CommentText"/>
    <w:link w:val="CommentSubjectChar"/>
    <w:rsid w:val="00FE6409"/>
    <w:pPr>
      <w:spacing w:line="240" w:lineRule="auto"/>
      <w:ind w:left="0" w:firstLine="0"/>
    </w:pPr>
    <w:rPr>
      <w:b/>
      <w:bCs/>
    </w:rPr>
  </w:style>
  <w:style w:type="paragraph" w:customStyle="1" w:styleId="CrieriaTablelist">
    <w:name w:val="Crieria Table list"/>
    <w:basedOn w:val="BodyText"/>
    <w:autoRedefine/>
    <w:rsid w:val="00FE6409"/>
    <w:pPr>
      <w:tabs>
        <w:tab w:val="left" w:pos="1080"/>
      </w:tabs>
      <w:suppressAutoHyphens/>
      <w:autoSpaceDE w:val="0"/>
      <w:autoSpaceDN w:val="0"/>
      <w:adjustRightInd w:val="0"/>
      <w:spacing w:line="240" w:lineRule="auto"/>
      <w:textAlignment w:val="center"/>
    </w:pPr>
    <w:rPr>
      <w:color w:val="000000"/>
    </w:rPr>
  </w:style>
  <w:style w:type="paragraph" w:customStyle="1" w:styleId="Checkboxplacement">
    <w:name w:val="Checkbox placement"/>
    <w:basedOn w:val="BodyText"/>
    <w:rsid w:val="00CE5035"/>
    <w:pPr>
      <w:widowControl w:val="0"/>
      <w:tabs>
        <w:tab w:val="left" w:pos="1080"/>
      </w:tabs>
      <w:suppressAutoHyphens/>
      <w:autoSpaceDE w:val="0"/>
      <w:autoSpaceDN w:val="0"/>
      <w:adjustRightInd w:val="0"/>
      <w:spacing w:after="240"/>
      <w:textAlignment w:val="center"/>
    </w:pPr>
    <w:rPr>
      <w:rFonts w:cs="Arial"/>
      <w:color w:val="000000"/>
      <w:sz w:val="36"/>
      <w:szCs w:val="20"/>
    </w:rPr>
  </w:style>
  <w:style w:type="character" w:customStyle="1" w:styleId="Heading1Char">
    <w:name w:val="Heading 1 Char"/>
    <w:basedOn w:val="DefaultParagraphFont"/>
    <w:link w:val="Heading1"/>
    <w:rsid w:val="00A44C84"/>
    <w:rPr>
      <w:rFonts w:ascii="Arial" w:hAnsi="Arial" w:cs="Arial"/>
      <w:b/>
      <w:bCs/>
      <w:kern w:val="32"/>
      <w:sz w:val="32"/>
      <w:szCs w:val="32"/>
    </w:rPr>
  </w:style>
  <w:style w:type="paragraph" w:customStyle="1" w:styleId="Tabletext-white">
    <w:name w:val="Table text - white"/>
    <w:basedOn w:val="TableText"/>
    <w:rsid w:val="00FE6409"/>
    <w:rPr>
      <w:color w:val="FFFFFF"/>
    </w:rPr>
  </w:style>
  <w:style w:type="paragraph" w:customStyle="1" w:styleId="Test-MultChoice">
    <w:name w:val="Test-MultChoice"/>
    <w:basedOn w:val="Normal"/>
    <w:rsid w:val="00FE6409"/>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eaders">
    <w:name w:val="Headers"/>
    <w:basedOn w:val="Normal"/>
    <w:autoRedefine/>
    <w:rsid w:val="00FE6409"/>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FE6409"/>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FE6409"/>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FE6409"/>
    <w:pPr>
      <w:numPr>
        <w:numId w:val="0"/>
      </w:numPr>
      <w:spacing w:before="120" w:after="120"/>
      <w:ind w:left="648"/>
    </w:pPr>
  </w:style>
  <w:style w:type="paragraph" w:customStyle="1" w:styleId="H2">
    <w:name w:val="H2"/>
    <w:basedOn w:val="Normal"/>
    <w:next w:val="Normal"/>
    <w:autoRedefine/>
    <w:qFormat/>
    <w:rsid w:val="00FE6409"/>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FE6409"/>
    <w:pPr>
      <w:spacing w:before="120"/>
    </w:pPr>
    <w:rPr>
      <w:b w:val="0"/>
      <w:sz w:val="24"/>
    </w:rPr>
  </w:style>
  <w:style w:type="paragraph" w:customStyle="1" w:styleId="code">
    <w:name w:val="code"/>
    <w:basedOn w:val="BodyText"/>
    <w:autoRedefine/>
    <w:rsid w:val="00FE6409"/>
    <w:pPr>
      <w:spacing w:after="0"/>
      <w:ind w:left="274"/>
    </w:pPr>
    <w:rPr>
      <w:rFonts w:ascii="Courier" w:hAnsi="Courier"/>
    </w:rPr>
  </w:style>
  <w:style w:type="paragraph" w:customStyle="1" w:styleId="codeindent1">
    <w:name w:val="code indent 1"/>
    <w:basedOn w:val="code"/>
    <w:rsid w:val="00FE6409"/>
    <w:pPr>
      <w:ind w:left="720"/>
    </w:pPr>
  </w:style>
  <w:style w:type="paragraph" w:customStyle="1" w:styleId="codeindent2">
    <w:name w:val="code indent 2"/>
    <w:basedOn w:val="code"/>
    <w:rsid w:val="00FE6409"/>
    <w:pPr>
      <w:ind w:left="1440"/>
    </w:pPr>
  </w:style>
  <w:style w:type="character" w:customStyle="1" w:styleId="codechar">
    <w:name w:val="code char"/>
    <w:basedOn w:val="DefaultParagraphFont"/>
    <w:rsid w:val="00FE6409"/>
    <w:rPr>
      <w:rFonts w:ascii="Courier" w:hAnsi="Courier"/>
      <w:sz w:val="20"/>
    </w:rPr>
  </w:style>
  <w:style w:type="paragraph" w:customStyle="1" w:styleId="Style1">
    <w:name w:val="Style1"/>
    <w:basedOn w:val="TableHeadings"/>
    <w:rsid w:val="00FE6409"/>
    <w:pPr>
      <w:spacing w:line="240" w:lineRule="auto"/>
    </w:pPr>
    <w:rPr>
      <w:color w:val="000000"/>
    </w:rPr>
  </w:style>
  <w:style w:type="paragraph" w:customStyle="1" w:styleId="TableHeadingsBlack">
    <w:name w:val="Table Headings Black"/>
    <w:basedOn w:val="TableHeadings"/>
    <w:qFormat/>
    <w:rsid w:val="00FE6409"/>
    <w:pPr>
      <w:spacing w:line="240" w:lineRule="auto"/>
    </w:pPr>
    <w:rPr>
      <w:color w:val="000000"/>
    </w:rPr>
  </w:style>
  <w:style w:type="paragraph" w:styleId="Revision">
    <w:name w:val="Revision"/>
    <w:hidden/>
    <w:semiHidden/>
    <w:rsid w:val="00FE6409"/>
    <w:rPr>
      <w:sz w:val="24"/>
      <w:szCs w:val="24"/>
    </w:rPr>
  </w:style>
  <w:style w:type="table" w:customStyle="1" w:styleId="LightShading-Accent11">
    <w:name w:val="Light Shading - Accent 11"/>
    <w:aliases w:val="Student / Teacher Resource Table"/>
    <w:basedOn w:val="TableNormal"/>
    <w:uiPriority w:val="60"/>
    <w:rsid w:val="00FE6409"/>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FE6409"/>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FE6409"/>
    <w:rPr>
      <w:rFonts w:ascii="Arial" w:hAnsi="Arial"/>
      <w:szCs w:val="24"/>
    </w:rPr>
  </w:style>
  <w:style w:type="character" w:customStyle="1" w:styleId="CommentSubjectChar">
    <w:name w:val="Comment Subject Char"/>
    <w:basedOn w:val="CommentTextChar"/>
    <w:link w:val="CommentSubject"/>
    <w:rsid w:val="00FE6409"/>
    <w:rPr>
      <w:rFonts w:ascii="Arial" w:hAnsi="Arial"/>
      <w:b/>
      <w:bCs/>
      <w:szCs w:val="24"/>
    </w:rPr>
  </w:style>
  <w:style w:type="character" w:styleId="FollowedHyperlink">
    <w:name w:val="FollowedHyperlink"/>
    <w:basedOn w:val="DefaultParagraphFont"/>
    <w:uiPriority w:val="99"/>
    <w:semiHidden/>
    <w:unhideWhenUsed/>
    <w:rsid w:val="0016448D"/>
    <w:rPr>
      <w:color w:val="800080" w:themeColor="followedHyperlink"/>
      <w:u w:val="single"/>
    </w:rPr>
  </w:style>
  <w:style w:type="paragraph" w:customStyle="1" w:styleId="TableBL">
    <w:name w:val="Table BL"/>
    <w:basedOn w:val="BL"/>
    <w:autoRedefine/>
    <w:qFormat/>
    <w:rsid w:val="00FE6409"/>
    <w:pPr>
      <w:spacing w:before="0" w:after="8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E6409"/>
    <w:pPr>
      <w:spacing w:after="120" w:line="240" w:lineRule="atLeast"/>
    </w:pPr>
    <w:rPr>
      <w:rFonts w:ascii="Arial" w:hAnsi="Arial"/>
      <w:szCs w:val="24"/>
    </w:rPr>
  </w:style>
  <w:style w:type="paragraph" w:styleId="Heading1">
    <w:name w:val="heading 1"/>
    <w:basedOn w:val="Normal"/>
    <w:next w:val="Normal"/>
    <w:link w:val="Heading1Char"/>
    <w:rsid w:val="00FE6409"/>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FE6409"/>
    <w:pPr>
      <w:spacing w:before="120"/>
    </w:pPr>
  </w:style>
  <w:style w:type="character" w:customStyle="1" w:styleId="BodyTextChar">
    <w:name w:val="Body Text Char"/>
    <w:basedOn w:val="DefaultParagraphFont"/>
    <w:link w:val="BodyText"/>
    <w:rsid w:val="00FE6409"/>
    <w:rPr>
      <w:rFonts w:ascii="Arial" w:hAnsi="Arial"/>
      <w:szCs w:val="24"/>
    </w:rPr>
  </w:style>
  <w:style w:type="paragraph" w:customStyle="1" w:styleId="TableHeadings">
    <w:name w:val="Table Headings"/>
    <w:basedOn w:val="Normal"/>
    <w:autoRedefine/>
    <w:qFormat/>
    <w:rsid w:val="00FE6409"/>
    <w:pPr>
      <w:tabs>
        <w:tab w:val="left" w:pos="360"/>
        <w:tab w:val="left" w:pos="720"/>
      </w:tabs>
      <w:spacing w:before="120"/>
    </w:pPr>
    <w:rPr>
      <w:b/>
      <w:color w:val="FFFFFF"/>
      <w:szCs w:val="20"/>
    </w:rPr>
  </w:style>
  <w:style w:type="paragraph" w:customStyle="1" w:styleId="TableText">
    <w:name w:val="Table Text"/>
    <w:basedOn w:val="Normal"/>
    <w:autoRedefine/>
    <w:qFormat/>
    <w:rsid w:val="00FE6409"/>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5648B4"/>
    <w:pPr>
      <w:numPr>
        <w:numId w:val="2"/>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FE6409"/>
    <w:pPr>
      <w:numPr>
        <w:numId w:val="22"/>
      </w:numPr>
      <w:spacing w:before="240" w:after="0"/>
    </w:pPr>
  </w:style>
  <w:style w:type="paragraph" w:customStyle="1" w:styleId="ResourceNo">
    <w:name w:val="ResourceNo"/>
    <w:basedOn w:val="Normal"/>
    <w:next w:val="ResourceTitle"/>
    <w:link w:val="ResourceNoChar"/>
    <w:autoRedefine/>
    <w:rsid w:val="00FE6409"/>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E6409"/>
    <w:rPr>
      <w:rFonts w:ascii="Arial" w:hAnsi="Arial" w:cs="AvenirLT-Heavy"/>
      <w:b/>
      <w:color w:val="27448B"/>
      <w:szCs w:val="44"/>
    </w:rPr>
  </w:style>
  <w:style w:type="paragraph" w:customStyle="1" w:styleId="Tabletextcolumnheadings">
    <w:name w:val="Table text column headings"/>
    <w:basedOn w:val="Normal"/>
    <w:rsid w:val="00FD2D34"/>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FE6409"/>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FE6409"/>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FE6409"/>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FE6409"/>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FE6409"/>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H1">
    <w:name w:val="H1"/>
    <w:basedOn w:val="Normal"/>
    <w:autoRedefine/>
    <w:qFormat/>
    <w:rsid w:val="00FE6409"/>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customStyle="1" w:styleId="CourseName">
    <w:name w:val="Course Name"/>
    <w:basedOn w:val="Normal"/>
    <w:next w:val="LessonNo"/>
    <w:autoRedefine/>
    <w:rsid w:val="00FE6409"/>
    <w:pPr>
      <w:spacing w:line="240" w:lineRule="auto"/>
      <w:jc w:val="center"/>
    </w:pPr>
    <w:rPr>
      <w:rFonts w:cs="Arial"/>
      <w:color w:val="000080"/>
      <w:sz w:val="36"/>
      <w:szCs w:val="36"/>
    </w:rPr>
  </w:style>
  <w:style w:type="paragraph" w:customStyle="1" w:styleId="Resources">
    <w:name w:val="Resources"/>
    <w:basedOn w:val="Normal"/>
    <w:autoRedefine/>
    <w:rsid w:val="00FE6409"/>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Footer">
    <w:name w:val="footer"/>
    <w:basedOn w:val="Normal"/>
    <w:rsid w:val="00FE6409"/>
    <w:pPr>
      <w:tabs>
        <w:tab w:val="center" w:pos="4320"/>
        <w:tab w:val="right" w:pos="8640"/>
      </w:tabs>
    </w:pPr>
    <w:rPr>
      <w:sz w:val="16"/>
    </w:rPr>
  </w:style>
  <w:style w:type="paragraph" w:styleId="Header">
    <w:name w:val="header"/>
    <w:basedOn w:val="Normal"/>
    <w:rsid w:val="00FE6409"/>
    <w:pPr>
      <w:tabs>
        <w:tab w:val="center" w:pos="4320"/>
        <w:tab w:val="right" w:pos="8640"/>
      </w:tabs>
    </w:pPr>
  </w:style>
  <w:style w:type="character" w:styleId="Hyperlink">
    <w:name w:val="Hyperlink"/>
    <w:basedOn w:val="DefaultParagraphFont"/>
    <w:rsid w:val="00FE6409"/>
    <w:rPr>
      <w:rFonts w:cs="Times New Roman"/>
      <w:color w:val="0000FF"/>
      <w:u w:val="single"/>
    </w:rPr>
  </w:style>
  <w:style w:type="paragraph" w:styleId="BalloonText">
    <w:name w:val="Balloon Text"/>
    <w:basedOn w:val="Normal"/>
    <w:semiHidden/>
    <w:rsid w:val="00FE6409"/>
    <w:rPr>
      <w:rFonts w:ascii="Tahoma" w:hAnsi="Tahoma" w:cs="Tahoma"/>
      <w:sz w:val="16"/>
      <w:szCs w:val="16"/>
    </w:rPr>
  </w:style>
  <w:style w:type="character" w:styleId="CommentReference">
    <w:name w:val="annotation reference"/>
    <w:basedOn w:val="DefaultParagraphFont"/>
    <w:rsid w:val="00FE6409"/>
    <w:rPr>
      <w:sz w:val="16"/>
      <w:szCs w:val="16"/>
    </w:rPr>
  </w:style>
  <w:style w:type="paragraph" w:styleId="CommentText">
    <w:name w:val="annotation text"/>
    <w:basedOn w:val="Normal"/>
    <w:link w:val="CommentTextChar"/>
    <w:semiHidden/>
    <w:rsid w:val="00FE6409"/>
    <w:pPr>
      <w:ind w:left="576" w:hanging="576"/>
    </w:pPr>
  </w:style>
  <w:style w:type="paragraph" w:styleId="CommentSubject">
    <w:name w:val="annotation subject"/>
    <w:basedOn w:val="CommentText"/>
    <w:next w:val="CommentText"/>
    <w:link w:val="CommentSubjectChar"/>
    <w:rsid w:val="00FE6409"/>
    <w:pPr>
      <w:spacing w:line="240" w:lineRule="auto"/>
      <w:ind w:left="0" w:firstLine="0"/>
    </w:pPr>
    <w:rPr>
      <w:b/>
      <w:bCs/>
    </w:rPr>
  </w:style>
  <w:style w:type="paragraph" w:customStyle="1" w:styleId="CrieriaTablelist">
    <w:name w:val="Crieria Table list"/>
    <w:basedOn w:val="BodyText"/>
    <w:autoRedefine/>
    <w:rsid w:val="00FE6409"/>
    <w:pPr>
      <w:tabs>
        <w:tab w:val="left" w:pos="1080"/>
      </w:tabs>
      <w:suppressAutoHyphens/>
      <w:autoSpaceDE w:val="0"/>
      <w:autoSpaceDN w:val="0"/>
      <w:adjustRightInd w:val="0"/>
      <w:spacing w:line="240" w:lineRule="auto"/>
      <w:textAlignment w:val="center"/>
    </w:pPr>
    <w:rPr>
      <w:color w:val="000000"/>
    </w:rPr>
  </w:style>
  <w:style w:type="paragraph" w:customStyle="1" w:styleId="Checkboxplacement">
    <w:name w:val="Checkbox placement"/>
    <w:basedOn w:val="BodyText"/>
    <w:rsid w:val="00CE5035"/>
    <w:pPr>
      <w:widowControl w:val="0"/>
      <w:tabs>
        <w:tab w:val="left" w:pos="1080"/>
      </w:tabs>
      <w:suppressAutoHyphens/>
      <w:autoSpaceDE w:val="0"/>
      <w:autoSpaceDN w:val="0"/>
      <w:adjustRightInd w:val="0"/>
      <w:spacing w:after="240"/>
      <w:textAlignment w:val="center"/>
    </w:pPr>
    <w:rPr>
      <w:rFonts w:cs="Arial"/>
      <w:color w:val="000000"/>
      <w:sz w:val="36"/>
      <w:szCs w:val="20"/>
    </w:rPr>
  </w:style>
  <w:style w:type="character" w:customStyle="1" w:styleId="Heading1Char">
    <w:name w:val="Heading 1 Char"/>
    <w:basedOn w:val="DefaultParagraphFont"/>
    <w:link w:val="Heading1"/>
    <w:rsid w:val="00A44C84"/>
    <w:rPr>
      <w:rFonts w:ascii="Arial" w:hAnsi="Arial" w:cs="Arial"/>
      <w:b/>
      <w:bCs/>
      <w:kern w:val="32"/>
      <w:sz w:val="32"/>
      <w:szCs w:val="32"/>
    </w:rPr>
  </w:style>
  <w:style w:type="paragraph" w:customStyle="1" w:styleId="Tabletext-white">
    <w:name w:val="Table text - white"/>
    <w:basedOn w:val="TableText"/>
    <w:rsid w:val="00FE6409"/>
    <w:rPr>
      <w:color w:val="FFFFFF"/>
    </w:rPr>
  </w:style>
  <w:style w:type="paragraph" w:customStyle="1" w:styleId="Test-MultChoice">
    <w:name w:val="Test-MultChoice"/>
    <w:basedOn w:val="Normal"/>
    <w:rsid w:val="00FE6409"/>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eaders">
    <w:name w:val="Headers"/>
    <w:basedOn w:val="Normal"/>
    <w:autoRedefine/>
    <w:rsid w:val="00FE6409"/>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Normal"/>
    <w:autoRedefine/>
    <w:rsid w:val="00FE6409"/>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FE6409"/>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FE6409"/>
    <w:pPr>
      <w:numPr>
        <w:numId w:val="0"/>
      </w:numPr>
      <w:spacing w:before="120" w:after="120"/>
      <w:ind w:left="648"/>
    </w:pPr>
  </w:style>
  <w:style w:type="paragraph" w:customStyle="1" w:styleId="H2">
    <w:name w:val="H2"/>
    <w:basedOn w:val="Normal"/>
    <w:next w:val="Normal"/>
    <w:autoRedefine/>
    <w:qFormat/>
    <w:rsid w:val="00FE6409"/>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FE6409"/>
    <w:pPr>
      <w:spacing w:before="120"/>
    </w:pPr>
    <w:rPr>
      <w:b w:val="0"/>
      <w:sz w:val="24"/>
    </w:rPr>
  </w:style>
  <w:style w:type="paragraph" w:customStyle="1" w:styleId="code">
    <w:name w:val="code"/>
    <w:basedOn w:val="BodyText"/>
    <w:autoRedefine/>
    <w:rsid w:val="00FE6409"/>
    <w:pPr>
      <w:spacing w:after="0"/>
      <w:ind w:left="274"/>
    </w:pPr>
    <w:rPr>
      <w:rFonts w:ascii="Courier" w:hAnsi="Courier"/>
    </w:rPr>
  </w:style>
  <w:style w:type="paragraph" w:customStyle="1" w:styleId="codeindent1">
    <w:name w:val="code indent 1"/>
    <w:basedOn w:val="code"/>
    <w:rsid w:val="00FE6409"/>
    <w:pPr>
      <w:ind w:left="720"/>
    </w:pPr>
  </w:style>
  <w:style w:type="paragraph" w:customStyle="1" w:styleId="codeindent2">
    <w:name w:val="code indent 2"/>
    <w:basedOn w:val="code"/>
    <w:rsid w:val="00FE6409"/>
    <w:pPr>
      <w:ind w:left="1440"/>
    </w:pPr>
  </w:style>
  <w:style w:type="character" w:customStyle="1" w:styleId="codechar">
    <w:name w:val="code char"/>
    <w:basedOn w:val="DefaultParagraphFont"/>
    <w:rsid w:val="00FE6409"/>
    <w:rPr>
      <w:rFonts w:ascii="Courier" w:hAnsi="Courier"/>
      <w:sz w:val="20"/>
    </w:rPr>
  </w:style>
  <w:style w:type="paragraph" w:customStyle="1" w:styleId="Style1">
    <w:name w:val="Style1"/>
    <w:basedOn w:val="TableHeadings"/>
    <w:rsid w:val="00FE6409"/>
    <w:pPr>
      <w:spacing w:line="240" w:lineRule="auto"/>
    </w:pPr>
    <w:rPr>
      <w:color w:val="000000"/>
    </w:rPr>
  </w:style>
  <w:style w:type="paragraph" w:customStyle="1" w:styleId="TableHeadingsBlack">
    <w:name w:val="Table Headings Black"/>
    <w:basedOn w:val="TableHeadings"/>
    <w:qFormat/>
    <w:rsid w:val="00FE6409"/>
    <w:pPr>
      <w:spacing w:line="240" w:lineRule="auto"/>
    </w:pPr>
    <w:rPr>
      <w:color w:val="000000"/>
    </w:rPr>
  </w:style>
  <w:style w:type="paragraph" w:styleId="Revision">
    <w:name w:val="Revision"/>
    <w:hidden/>
    <w:semiHidden/>
    <w:rsid w:val="00FE6409"/>
    <w:rPr>
      <w:sz w:val="24"/>
      <w:szCs w:val="24"/>
    </w:rPr>
  </w:style>
  <w:style w:type="table" w:customStyle="1" w:styleId="LightShading-Accent11">
    <w:name w:val="Light Shading - Accent 11"/>
    <w:aliases w:val="Student / Teacher Resource Table"/>
    <w:basedOn w:val="TableNormal"/>
    <w:uiPriority w:val="60"/>
    <w:rsid w:val="00FE6409"/>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FE6409"/>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FE6409"/>
    <w:rPr>
      <w:rFonts w:ascii="Arial" w:hAnsi="Arial"/>
      <w:szCs w:val="24"/>
    </w:rPr>
  </w:style>
  <w:style w:type="character" w:customStyle="1" w:styleId="CommentSubjectChar">
    <w:name w:val="Comment Subject Char"/>
    <w:basedOn w:val="CommentTextChar"/>
    <w:link w:val="CommentSubject"/>
    <w:rsid w:val="00FE6409"/>
    <w:rPr>
      <w:rFonts w:ascii="Arial" w:hAnsi="Arial"/>
      <w:b/>
      <w:bCs/>
      <w:szCs w:val="24"/>
    </w:rPr>
  </w:style>
  <w:style w:type="character" w:styleId="FollowedHyperlink">
    <w:name w:val="FollowedHyperlink"/>
    <w:basedOn w:val="DefaultParagraphFont"/>
    <w:uiPriority w:val="99"/>
    <w:semiHidden/>
    <w:unhideWhenUsed/>
    <w:rsid w:val="0016448D"/>
    <w:rPr>
      <w:color w:val="800080" w:themeColor="followedHyperlink"/>
      <w:u w:val="single"/>
    </w:rPr>
  </w:style>
  <w:style w:type="paragraph" w:customStyle="1" w:styleId="TableBL">
    <w:name w:val="Table BL"/>
    <w:basedOn w:val="BL"/>
    <w:autoRedefine/>
    <w:qFormat/>
    <w:rsid w:val="00FE6409"/>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4827">
      <w:bodyDiv w:val="1"/>
      <w:marLeft w:val="0"/>
      <w:marRight w:val="0"/>
      <w:marTop w:val="0"/>
      <w:marBottom w:val="0"/>
      <w:divBdr>
        <w:top w:val="none" w:sz="0" w:space="0" w:color="auto"/>
        <w:left w:val="none" w:sz="0" w:space="0" w:color="auto"/>
        <w:bottom w:val="none" w:sz="0" w:space="0" w:color="auto"/>
        <w:right w:val="none" w:sz="0" w:space="0" w:color="auto"/>
      </w:divBdr>
    </w:div>
    <w:div w:id="135801513">
      <w:bodyDiv w:val="1"/>
      <w:marLeft w:val="0"/>
      <w:marRight w:val="0"/>
      <w:marTop w:val="0"/>
      <w:marBottom w:val="0"/>
      <w:divBdr>
        <w:top w:val="none" w:sz="0" w:space="0" w:color="auto"/>
        <w:left w:val="none" w:sz="0" w:space="0" w:color="auto"/>
        <w:bottom w:val="none" w:sz="0" w:space="0" w:color="auto"/>
        <w:right w:val="none" w:sz="0" w:space="0" w:color="auto"/>
      </w:divBdr>
    </w:div>
    <w:div w:id="164705886">
      <w:bodyDiv w:val="1"/>
      <w:marLeft w:val="0"/>
      <w:marRight w:val="0"/>
      <w:marTop w:val="0"/>
      <w:marBottom w:val="0"/>
      <w:divBdr>
        <w:top w:val="none" w:sz="0" w:space="0" w:color="auto"/>
        <w:left w:val="none" w:sz="0" w:space="0" w:color="auto"/>
        <w:bottom w:val="none" w:sz="0" w:space="0" w:color="auto"/>
        <w:right w:val="none" w:sz="0" w:space="0" w:color="auto"/>
      </w:divBdr>
    </w:div>
    <w:div w:id="231425108">
      <w:bodyDiv w:val="1"/>
      <w:marLeft w:val="0"/>
      <w:marRight w:val="0"/>
      <w:marTop w:val="0"/>
      <w:marBottom w:val="0"/>
      <w:divBdr>
        <w:top w:val="none" w:sz="0" w:space="0" w:color="auto"/>
        <w:left w:val="none" w:sz="0" w:space="0" w:color="auto"/>
        <w:bottom w:val="none" w:sz="0" w:space="0" w:color="auto"/>
        <w:right w:val="none" w:sz="0" w:space="0" w:color="auto"/>
      </w:divBdr>
    </w:div>
    <w:div w:id="239680319">
      <w:bodyDiv w:val="1"/>
      <w:marLeft w:val="0"/>
      <w:marRight w:val="0"/>
      <w:marTop w:val="0"/>
      <w:marBottom w:val="0"/>
      <w:divBdr>
        <w:top w:val="none" w:sz="0" w:space="0" w:color="auto"/>
        <w:left w:val="none" w:sz="0" w:space="0" w:color="auto"/>
        <w:bottom w:val="none" w:sz="0" w:space="0" w:color="auto"/>
        <w:right w:val="none" w:sz="0" w:space="0" w:color="auto"/>
      </w:divBdr>
    </w:div>
    <w:div w:id="261575489">
      <w:bodyDiv w:val="1"/>
      <w:marLeft w:val="0"/>
      <w:marRight w:val="0"/>
      <w:marTop w:val="0"/>
      <w:marBottom w:val="0"/>
      <w:divBdr>
        <w:top w:val="none" w:sz="0" w:space="0" w:color="auto"/>
        <w:left w:val="none" w:sz="0" w:space="0" w:color="auto"/>
        <w:bottom w:val="none" w:sz="0" w:space="0" w:color="auto"/>
        <w:right w:val="none" w:sz="0" w:space="0" w:color="auto"/>
      </w:divBdr>
    </w:div>
    <w:div w:id="322512056">
      <w:bodyDiv w:val="1"/>
      <w:marLeft w:val="0"/>
      <w:marRight w:val="0"/>
      <w:marTop w:val="0"/>
      <w:marBottom w:val="0"/>
      <w:divBdr>
        <w:top w:val="none" w:sz="0" w:space="0" w:color="auto"/>
        <w:left w:val="none" w:sz="0" w:space="0" w:color="auto"/>
        <w:bottom w:val="none" w:sz="0" w:space="0" w:color="auto"/>
        <w:right w:val="none" w:sz="0" w:space="0" w:color="auto"/>
      </w:divBdr>
    </w:div>
    <w:div w:id="398089920">
      <w:bodyDiv w:val="1"/>
      <w:marLeft w:val="0"/>
      <w:marRight w:val="0"/>
      <w:marTop w:val="0"/>
      <w:marBottom w:val="0"/>
      <w:divBdr>
        <w:top w:val="none" w:sz="0" w:space="0" w:color="auto"/>
        <w:left w:val="none" w:sz="0" w:space="0" w:color="auto"/>
        <w:bottom w:val="none" w:sz="0" w:space="0" w:color="auto"/>
        <w:right w:val="none" w:sz="0" w:space="0" w:color="auto"/>
      </w:divBdr>
    </w:div>
    <w:div w:id="487673585">
      <w:bodyDiv w:val="1"/>
      <w:marLeft w:val="0"/>
      <w:marRight w:val="0"/>
      <w:marTop w:val="0"/>
      <w:marBottom w:val="0"/>
      <w:divBdr>
        <w:top w:val="none" w:sz="0" w:space="0" w:color="auto"/>
        <w:left w:val="none" w:sz="0" w:space="0" w:color="auto"/>
        <w:bottom w:val="none" w:sz="0" w:space="0" w:color="auto"/>
        <w:right w:val="none" w:sz="0" w:space="0" w:color="auto"/>
      </w:divBdr>
    </w:div>
    <w:div w:id="491222778">
      <w:bodyDiv w:val="1"/>
      <w:marLeft w:val="0"/>
      <w:marRight w:val="0"/>
      <w:marTop w:val="0"/>
      <w:marBottom w:val="0"/>
      <w:divBdr>
        <w:top w:val="none" w:sz="0" w:space="0" w:color="auto"/>
        <w:left w:val="none" w:sz="0" w:space="0" w:color="auto"/>
        <w:bottom w:val="none" w:sz="0" w:space="0" w:color="auto"/>
        <w:right w:val="none" w:sz="0" w:space="0" w:color="auto"/>
      </w:divBdr>
    </w:div>
    <w:div w:id="564611800">
      <w:bodyDiv w:val="1"/>
      <w:marLeft w:val="0"/>
      <w:marRight w:val="0"/>
      <w:marTop w:val="0"/>
      <w:marBottom w:val="0"/>
      <w:divBdr>
        <w:top w:val="none" w:sz="0" w:space="0" w:color="auto"/>
        <w:left w:val="none" w:sz="0" w:space="0" w:color="auto"/>
        <w:bottom w:val="none" w:sz="0" w:space="0" w:color="auto"/>
        <w:right w:val="none" w:sz="0" w:space="0" w:color="auto"/>
      </w:divBdr>
    </w:div>
    <w:div w:id="570893379">
      <w:bodyDiv w:val="1"/>
      <w:marLeft w:val="0"/>
      <w:marRight w:val="0"/>
      <w:marTop w:val="0"/>
      <w:marBottom w:val="0"/>
      <w:divBdr>
        <w:top w:val="none" w:sz="0" w:space="0" w:color="auto"/>
        <w:left w:val="none" w:sz="0" w:space="0" w:color="auto"/>
        <w:bottom w:val="none" w:sz="0" w:space="0" w:color="auto"/>
        <w:right w:val="none" w:sz="0" w:space="0" w:color="auto"/>
      </w:divBdr>
    </w:div>
    <w:div w:id="599917003">
      <w:bodyDiv w:val="1"/>
      <w:marLeft w:val="0"/>
      <w:marRight w:val="0"/>
      <w:marTop w:val="0"/>
      <w:marBottom w:val="0"/>
      <w:divBdr>
        <w:top w:val="none" w:sz="0" w:space="0" w:color="auto"/>
        <w:left w:val="none" w:sz="0" w:space="0" w:color="auto"/>
        <w:bottom w:val="none" w:sz="0" w:space="0" w:color="auto"/>
        <w:right w:val="none" w:sz="0" w:space="0" w:color="auto"/>
      </w:divBdr>
    </w:div>
    <w:div w:id="628365504">
      <w:bodyDiv w:val="1"/>
      <w:marLeft w:val="0"/>
      <w:marRight w:val="0"/>
      <w:marTop w:val="0"/>
      <w:marBottom w:val="0"/>
      <w:divBdr>
        <w:top w:val="none" w:sz="0" w:space="0" w:color="auto"/>
        <w:left w:val="none" w:sz="0" w:space="0" w:color="auto"/>
        <w:bottom w:val="none" w:sz="0" w:space="0" w:color="auto"/>
        <w:right w:val="none" w:sz="0" w:space="0" w:color="auto"/>
      </w:divBdr>
    </w:div>
    <w:div w:id="678388204">
      <w:bodyDiv w:val="1"/>
      <w:marLeft w:val="0"/>
      <w:marRight w:val="0"/>
      <w:marTop w:val="0"/>
      <w:marBottom w:val="0"/>
      <w:divBdr>
        <w:top w:val="none" w:sz="0" w:space="0" w:color="auto"/>
        <w:left w:val="none" w:sz="0" w:space="0" w:color="auto"/>
        <w:bottom w:val="none" w:sz="0" w:space="0" w:color="auto"/>
        <w:right w:val="none" w:sz="0" w:space="0" w:color="auto"/>
      </w:divBdr>
    </w:div>
    <w:div w:id="682165412">
      <w:bodyDiv w:val="1"/>
      <w:marLeft w:val="0"/>
      <w:marRight w:val="0"/>
      <w:marTop w:val="0"/>
      <w:marBottom w:val="0"/>
      <w:divBdr>
        <w:top w:val="none" w:sz="0" w:space="0" w:color="auto"/>
        <w:left w:val="none" w:sz="0" w:space="0" w:color="auto"/>
        <w:bottom w:val="none" w:sz="0" w:space="0" w:color="auto"/>
        <w:right w:val="none" w:sz="0" w:space="0" w:color="auto"/>
      </w:divBdr>
    </w:div>
    <w:div w:id="733313902">
      <w:bodyDiv w:val="1"/>
      <w:marLeft w:val="0"/>
      <w:marRight w:val="0"/>
      <w:marTop w:val="0"/>
      <w:marBottom w:val="0"/>
      <w:divBdr>
        <w:top w:val="none" w:sz="0" w:space="0" w:color="auto"/>
        <w:left w:val="none" w:sz="0" w:space="0" w:color="auto"/>
        <w:bottom w:val="none" w:sz="0" w:space="0" w:color="auto"/>
        <w:right w:val="none" w:sz="0" w:space="0" w:color="auto"/>
      </w:divBdr>
    </w:div>
    <w:div w:id="872578143">
      <w:bodyDiv w:val="1"/>
      <w:marLeft w:val="0"/>
      <w:marRight w:val="0"/>
      <w:marTop w:val="0"/>
      <w:marBottom w:val="0"/>
      <w:divBdr>
        <w:top w:val="none" w:sz="0" w:space="0" w:color="auto"/>
        <w:left w:val="none" w:sz="0" w:space="0" w:color="auto"/>
        <w:bottom w:val="none" w:sz="0" w:space="0" w:color="auto"/>
        <w:right w:val="none" w:sz="0" w:space="0" w:color="auto"/>
      </w:divBdr>
    </w:div>
    <w:div w:id="920024901">
      <w:bodyDiv w:val="1"/>
      <w:marLeft w:val="0"/>
      <w:marRight w:val="0"/>
      <w:marTop w:val="0"/>
      <w:marBottom w:val="0"/>
      <w:divBdr>
        <w:top w:val="none" w:sz="0" w:space="0" w:color="auto"/>
        <w:left w:val="none" w:sz="0" w:space="0" w:color="auto"/>
        <w:bottom w:val="none" w:sz="0" w:space="0" w:color="auto"/>
        <w:right w:val="none" w:sz="0" w:space="0" w:color="auto"/>
      </w:divBdr>
    </w:div>
    <w:div w:id="1124614257">
      <w:bodyDiv w:val="1"/>
      <w:marLeft w:val="0"/>
      <w:marRight w:val="0"/>
      <w:marTop w:val="0"/>
      <w:marBottom w:val="0"/>
      <w:divBdr>
        <w:top w:val="none" w:sz="0" w:space="0" w:color="auto"/>
        <w:left w:val="none" w:sz="0" w:space="0" w:color="auto"/>
        <w:bottom w:val="none" w:sz="0" w:space="0" w:color="auto"/>
        <w:right w:val="none" w:sz="0" w:space="0" w:color="auto"/>
      </w:divBdr>
    </w:div>
    <w:div w:id="1281256958">
      <w:bodyDiv w:val="1"/>
      <w:marLeft w:val="0"/>
      <w:marRight w:val="0"/>
      <w:marTop w:val="0"/>
      <w:marBottom w:val="0"/>
      <w:divBdr>
        <w:top w:val="none" w:sz="0" w:space="0" w:color="auto"/>
        <w:left w:val="none" w:sz="0" w:space="0" w:color="auto"/>
        <w:bottom w:val="none" w:sz="0" w:space="0" w:color="auto"/>
        <w:right w:val="none" w:sz="0" w:space="0" w:color="auto"/>
      </w:divBdr>
    </w:div>
    <w:div w:id="1441072237">
      <w:bodyDiv w:val="1"/>
      <w:marLeft w:val="0"/>
      <w:marRight w:val="0"/>
      <w:marTop w:val="0"/>
      <w:marBottom w:val="0"/>
      <w:divBdr>
        <w:top w:val="none" w:sz="0" w:space="0" w:color="auto"/>
        <w:left w:val="none" w:sz="0" w:space="0" w:color="auto"/>
        <w:bottom w:val="none" w:sz="0" w:space="0" w:color="auto"/>
        <w:right w:val="none" w:sz="0" w:space="0" w:color="auto"/>
      </w:divBdr>
    </w:div>
    <w:div w:id="1796866426">
      <w:bodyDiv w:val="1"/>
      <w:marLeft w:val="0"/>
      <w:marRight w:val="0"/>
      <w:marTop w:val="0"/>
      <w:marBottom w:val="0"/>
      <w:divBdr>
        <w:top w:val="none" w:sz="0" w:space="0" w:color="auto"/>
        <w:left w:val="none" w:sz="0" w:space="0" w:color="auto"/>
        <w:bottom w:val="none" w:sz="0" w:space="0" w:color="auto"/>
        <w:right w:val="none" w:sz="0" w:space="0" w:color="auto"/>
      </w:divBdr>
    </w:div>
    <w:div w:id="1841389801">
      <w:bodyDiv w:val="1"/>
      <w:marLeft w:val="0"/>
      <w:marRight w:val="0"/>
      <w:marTop w:val="0"/>
      <w:marBottom w:val="0"/>
      <w:divBdr>
        <w:top w:val="none" w:sz="0" w:space="0" w:color="auto"/>
        <w:left w:val="none" w:sz="0" w:space="0" w:color="auto"/>
        <w:bottom w:val="none" w:sz="0" w:space="0" w:color="auto"/>
        <w:right w:val="none" w:sz="0" w:space="0" w:color="auto"/>
      </w:divBdr>
    </w:div>
    <w:div w:id="1851531443">
      <w:bodyDiv w:val="1"/>
      <w:marLeft w:val="0"/>
      <w:marRight w:val="0"/>
      <w:marTop w:val="0"/>
      <w:marBottom w:val="0"/>
      <w:divBdr>
        <w:top w:val="none" w:sz="0" w:space="0" w:color="auto"/>
        <w:left w:val="none" w:sz="0" w:space="0" w:color="auto"/>
        <w:bottom w:val="none" w:sz="0" w:space="0" w:color="auto"/>
        <w:right w:val="none" w:sz="0" w:space="0" w:color="auto"/>
      </w:divBdr>
    </w:div>
    <w:div w:id="20067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dslreports.com/stest"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ndwidthplace.com/" TargetMode="Externa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http://reviews.cnet.com/7004-7254_7-0.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peedtest.net/" TargetMode="External"/><Relationship Id="rId14" Type="http://schemas.openxmlformats.org/officeDocument/2006/relationships/image" Target="media/image2.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5A5B-C1AF-4491-960E-BDF0F364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 Resource Template_102212</Template>
  <TotalTime>0</TotalTime>
  <Pages>14</Pages>
  <Words>2450</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AOIT Computer Networking</vt:lpstr>
    </vt:vector>
  </TitlesOfParts>
  <Company>Toshiba</Company>
  <LinksUpToDate>false</LinksUpToDate>
  <CharactersWithSpaces>16388</CharactersWithSpaces>
  <SharedDoc>false</SharedDoc>
  <HLinks>
    <vt:vector size="24" baseType="variant">
      <vt:variant>
        <vt:i4>3407928</vt:i4>
      </vt:variant>
      <vt:variant>
        <vt:i4>9</vt:i4>
      </vt:variant>
      <vt:variant>
        <vt:i4>0</vt:i4>
      </vt:variant>
      <vt:variant>
        <vt:i4>5</vt:i4>
      </vt:variant>
      <vt:variant>
        <vt:lpwstr>http://www.dslreports.com/stest</vt:lpwstr>
      </vt:variant>
      <vt:variant>
        <vt:lpwstr/>
      </vt:variant>
      <vt:variant>
        <vt:i4>3997746</vt:i4>
      </vt:variant>
      <vt:variant>
        <vt:i4>6</vt:i4>
      </vt:variant>
      <vt:variant>
        <vt:i4>0</vt:i4>
      </vt:variant>
      <vt:variant>
        <vt:i4>5</vt:i4>
      </vt:variant>
      <vt:variant>
        <vt:lpwstr>http://www.bandwidthplace.com/</vt:lpwstr>
      </vt:variant>
      <vt:variant>
        <vt:lpwstr/>
      </vt:variant>
      <vt:variant>
        <vt:i4>1245286</vt:i4>
      </vt:variant>
      <vt:variant>
        <vt:i4>3</vt:i4>
      </vt:variant>
      <vt:variant>
        <vt:i4>0</vt:i4>
      </vt:variant>
      <vt:variant>
        <vt:i4>5</vt:i4>
      </vt:variant>
      <vt:variant>
        <vt:lpwstr>http://reviews.cnet.com/7004-7254_7-0.html</vt:lpwstr>
      </vt:variant>
      <vt:variant>
        <vt:lpwstr/>
      </vt:variant>
      <vt:variant>
        <vt:i4>5373961</vt:i4>
      </vt:variant>
      <vt:variant>
        <vt:i4>0</vt:i4>
      </vt:variant>
      <vt:variant>
        <vt:i4>0</vt:i4>
      </vt:variant>
      <vt:variant>
        <vt:i4>5</vt:i4>
      </vt:variant>
      <vt:variant>
        <vt:lpwstr>http://www.speedtest.net/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AOIT Computer Networking</dc:title>
  <dc:creator>Fujitsu</dc:creator>
  <cp:lastModifiedBy>Cynthia</cp:lastModifiedBy>
  <cp:revision>2</cp:revision>
  <dcterms:created xsi:type="dcterms:W3CDTF">2013-07-05T16:26:00Z</dcterms:created>
  <dcterms:modified xsi:type="dcterms:W3CDTF">2013-07-05T16:26:00Z</dcterms:modified>
</cp:coreProperties>
</file>